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43B6FE" w14:textId="23BF060D" w:rsidR="00F42F11" w:rsidRPr="00F42F11" w:rsidRDefault="008F7418" w:rsidP="00F42F11">
      <w:pPr>
        <w:suppressAutoHyphens/>
        <w:spacing w:line="240" w:lineRule="auto"/>
        <w:jc w:val="right"/>
        <w:rPr>
          <w:rFonts w:ascii="Corbel" w:hAnsi="Corbel"/>
          <w:bCs/>
          <w:i/>
          <w:lang w:eastAsia="ar-SA"/>
        </w:rPr>
      </w:pPr>
      <w:bookmarkStart w:id="0" w:name="_Hlk176178282"/>
      <w:r w:rsidRPr="008F7418">
        <w:rPr>
          <w:rFonts w:ascii="Corbel" w:hAnsi="Corbel"/>
          <w:bCs/>
          <w:i/>
          <w:lang w:eastAsia="ar-SA"/>
        </w:rPr>
        <w:t>Załącznik nr 1.5 do Zarządzenia Rektora UR  nr 61/2025</w:t>
      </w:r>
    </w:p>
    <w:p w14:paraId="59D02B07" w14:textId="77777777" w:rsidR="00F42F11" w:rsidRPr="00F42F11" w:rsidRDefault="00F42F11" w:rsidP="00F42F11">
      <w:pPr>
        <w:suppressAutoHyphens/>
        <w:spacing w:after="0" w:line="240" w:lineRule="auto"/>
        <w:jc w:val="center"/>
        <w:rPr>
          <w:rFonts w:ascii="Corbel" w:hAnsi="Corbel"/>
          <w:b/>
          <w:smallCaps/>
          <w:sz w:val="24"/>
          <w:szCs w:val="24"/>
          <w:lang w:eastAsia="ar-SA"/>
        </w:rPr>
      </w:pPr>
      <w:r w:rsidRPr="00F42F11">
        <w:rPr>
          <w:rFonts w:ascii="Corbel" w:hAnsi="Corbel"/>
          <w:b/>
          <w:smallCaps/>
          <w:sz w:val="24"/>
          <w:szCs w:val="24"/>
          <w:lang w:eastAsia="ar-SA"/>
        </w:rPr>
        <w:t>SYLABUS</w:t>
      </w:r>
    </w:p>
    <w:p w14:paraId="220F9605" w14:textId="6B902E6B" w:rsidR="00F42F11" w:rsidRPr="00F42F11" w:rsidRDefault="008F7418" w:rsidP="00F42F11">
      <w:pPr>
        <w:suppressAutoHyphens/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  <w:lang w:eastAsia="ar-SA"/>
        </w:rPr>
      </w:pPr>
      <w:r>
        <w:rPr>
          <w:rFonts w:ascii="Corbel" w:hAnsi="Corbel"/>
          <w:b/>
          <w:smallCaps/>
          <w:sz w:val="24"/>
          <w:szCs w:val="24"/>
          <w:lang w:eastAsia="ar-SA"/>
        </w:rPr>
        <w:t>dotyczy cyklu kształcenia 2025-2027</w:t>
      </w:r>
    </w:p>
    <w:p w14:paraId="4AFAF590" w14:textId="77777777" w:rsidR="00F42F11" w:rsidRPr="00F42F11" w:rsidRDefault="00F42F11" w:rsidP="00F42F11">
      <w:pPr>
        <w:suppressAutoHyphens/>
        <w:spacing w:after="0" w:line="240" w:lineRule="exact"/>
        <w:ind w:left="4956" w:firstLine="708"/>
        <w:jc w:val="both"/>
        <w:rPr>
          <w:rFonts w:ascii="Corbel" w:hAnsi="Corbel"/>
          <w:sz w:val="20"/>
          <w:szCs w:val="20"/>
          <w:lang w:eastAsia="ar-SA"/>
        </w:rPr>
      </w:pPr>
      <w:r w:rsidRPr="00F42F11">
        <w:rPr>
          <w:rFonts w:ascii="Corbel" w:hAnsi="Corbel"/>
          <w:i/>
          <w:sz w:val="20"/>
          <w:szCs w:val="20"/>
          <w:lang w:eastAsia="ar-SA"/>
        </w:rPr>
        <w:t>(skrajne daty</w:t>
      </w:r>
      <w:r w:rsidRPr="00F42F11">
        <w:rPr>
          <w:rFonts w:ascii="Corbel" w:hAnsi="Corbel"/>
          <w:sz w:val="20"/>
          <w:szCs w:val="20"/>
          <w:lang w:eastAsia="ar-SA"/>
        </w:rPr>
        <w:t>)</w:t>
      </w:r>
    </w:p>
    <w:p w14:paraId="7A65659F" w14:textId="78ED09DB" w:rsidR="00F42F11" w:rsidRPr="00F42F11" w:rsidRDefault="008F7418" w:rsidP="00F42F11">
      <w:pPr>
        <w:suppressAutoHyphens/>
        <w:spacing w:after="0" w:line="240" w:lineRule="exact"/>
        <w:jc w:val="center"/>
        <w:rPr>
          <w:rFonts w:ascii="Corbel" w:hAnsi="Corbel"/>
          <w:sz w:val="20"/>
          <w:szCs w:val="20"/>
          <w:lang w:eastAsia="ar-SA"/>
        </w:rPr>
      </w:pPr>
      <w:r>
        <w:rPr>
          <w:rFonts w:ascii="Corbel" w:hAnsi="Corbel"/>
          <w:sz w:val="20"/>
          <w:szCs w:val="20"/>
          <w:lang w:eastAsia="ar-SA"/>
        </w:rPr>
        <w:t>Rok akademicki 2026</w:t>
      </w:r>
      <w:r w:rsidR="00F42F11" w:rsidRPr="00F42F11">
        <w:rPr>
          <w:rFonts w:ascii="Corbel" w:hAnsi="Corbel"/>
          <w:sz w:val="20"/>
          <w:szCs w:val="20"/>
          <w:lang w:eastAsia="ar-SA"/>
        </w:rPr>
        <w:t>/202</w:t>
      </w:r>
      <w:bookmarkEnd w:id="0"/>
      <w:r>
        <w:rPr>
          <w:rFonts w:ascii="Corbel" w:hAnsi="Corbel"/>
          <w:sz w:val="20"/>
          <w:szCs w:val="20"/>
          <w:lang w:eastAsia="ar-SA"/>
        </w:rPr>
        <w:t>7</w:t>
      </w:r>
    </w:p>
    <w:p w14:paraId="3B9F511B" w14:textId="77777777" w:rsidR="00F42F11" w:rsidRDefault="00F42F1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E214815" w14:textId="1EF86DF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107B5C" w:rsidRPr="00107B5C" w14:paraId="60F4F4B4" w14:textId="77777777" w:rsidTr="43B12A85">
        <w:tc>
          <w:tcPr>
            <w:tcW w:w="2694" w:type="dxa"/>
            <w:vAlign w:val="center"/>
          </w:tcPr>
          <w:p w14:paraId="3DD729CB" w14:textId="77777777" w:rsidR="0085747A" w:rsidRPr="00772352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72352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026B1443" w14:textId="7349397E" w:rsidR="0085747A" w:rsidRPr="000C2850" w:rsidRDefault="00107B5C" w:rsidP="7018410C">
            <w:pPr>
              <w:pStyle w:val="Odpowiedzi"/>
              <w:spacing w:before="100" w:beforeAutospacing="1" w:after="100" w:afterAutospacing="1"/>
              <w:rPr>
                <w:rFonts w:ascii="Corbel" w:hAnsi="Corbel"/>
                <w:bCs/>
                <w:color w:val="auto"/>
                <w:sz w:val="24"/>
                <w:szCs w:val="24"/>
              </w:rPr>
            </w:pPr>
            <w:r w:rsidRPr="000C2850">
              <w:rPr>
                <w:rFonts w:ascii="Corbel" w:hAnsi="Corbel"/>
                <w:bCs/>
                <w:color w:val="auto"/>
                <w:sz w:val="24"/>
                <w:szCs w:val="24"/>
              </w:rPr>
              <w:t>B</w:t>
            </w:r>
            <w:r w:rsidR="00772352" w:rsidRPr="000C2850">
              <w:rPr>
                <w:rFonts w:ascii="Corbel" w:hAnsi="Corbel"/>
                <w:bCs/>
                <w:color w:val="auto"/>
                <w:sz w:val="24"/>
                <w:szCs w:val="24"/>
              </w:rPr>
              <w:t xml:space="preserve">ezpieczeństwo informacji </w:t>
            </w:r>
          </w:p>
        </w:tc>
      </w:tr>
      <w:tr w:rsidR="00107B5C" w:rsidRPr="00107B5C" w14:paraId="31EC317F" w14:textId="77777777" w:rsidTr="43B12A85">
        <w:tc>
          <w:tcPr>
            <w:tcW w:w="2694" w:type="dxa"/>
            <w:vAlign w:val="center"/>
          </w:tcPr>
          <w:p w14:paraId="305C773C" w14:textId="77777777" w:rsidR="0085747A" w:rsidRPr="005B0CF5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B0CF5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5B0CF5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6656FB1B" w14:textId="556089D1" w:rsidR="0085747A" w:rsidRPr="00B94BC3" w:rsidRDefault="00FF517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B94BC3">
              <w:rPr>
                <w:rFonts w:ascii="Corbel" w:hAnsi="Corbel"/>
                <w:b w:val="0"/>
                <w:color w:val="auto"/>
                <w:sz w:val="24"/>
                <w:szCs w:val="24"/>
              </w:rPr>
              <w:t>A2SO39</w:t>
            </w:r>
          </w:p>
        </w:tc>
      </w:tr>
      <w:tr w:rsidR="00107B5C" w:rsidRPr="00107B5C" w14:paraId="0281F0E9" w14:textId="77777777" w:rsidTr="43B12A85">
        <w:tc>
          <w:tcPr>
            <w:tcW w:w="2694" w:type="dxa"/>
            <w:vAlign w:val="center"/>
          </w:tcPr>
          <w:p w14:paraId="4D33A430" w14:textId="77777777" w:rsidR="0085747A" w:rsidRPr="00772352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772352">
              <w:rPr>
                <w:rFonts w:ascii="Corbel" w:hAnsi="Corbel"/>
                <w:sz w:val="24"/>
                <w:szCs w:val="24"/>
              </w:rPr>
              <w:t>nazwa</w:t>
            </w:r>
            <w:r w:rsidR="00C05F44" w:rsidRPr="00772352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12E911D" w14:textId="10AE9715" w:rsidR="0085747A" w:rsidRPr="00772352" w:rsidRDefault="008F7418" w:rsidP="7018410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8F7418">
              <w:rPr>
                <w:rFonts w:ascii="Corbel" w:hAnsi="Corbel"/>
                <w:b w:val="0"/>
                <w:color w:val="auto"/>
                <w:sz w:val="24"/>
                <w:szCs w:val="24"/>
              </w:rPr>
              <w:t>Wydział Prawa i Administracji</w:t>
            </w:r>
          </w:p>
        </w:tc>
      </w:tr>
      <w:tr w:rsidR="00107B5C" w:rsidRPr="00107B5C" w14:paraId="791AFEEC" w14:textId="77777777" w:rsidTr="43B12A85">
        <w:tc>
          <w:tcPr>
            <w:tcW w:w="2694" w:type="dxa"/>
            <w:vAlign w:val="center"/>
          </w:tcPr>
          <w:p w14:paraId="4E03D949" w14:textId="77777777" w:rsidR="0085747A" w:rsidRPr="0077235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72352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04B399AC" w14:textId="1F541E6A" w:rsidR="0085747A" w:rsidRPr="00772352" w:rsidRDefault="008F7418" w:rsidP="7018410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8F7418">
              <w:rPr>
                <w:rFonts w:ascii="Corbel" w:hAnsi="Corbel"/>
                <w:b w:val="0"/>
                <w:sz w:val="24"/>
                <w:szCs w:val="24"/>
              </w:rPr>
              <w:t>Katedra Prawa i Postępowania Administracyjnego</w:t>
            </w:r>
          </w:p>
        </w:tc>
      </w:tr>
      <w:tr w:rsidR="00107B5C" w:rsidRPr="00107B5C" w14:paraId="725BAB03" w14:textId="77777777" w:rsidTr="43B12A85">
        <w:tc>
          <w:tcPr>
            <w:tcW w:w="2694" w:type="dxa"/>
            <w:vAlign w:val="center"/>
          </w:tcPr>
          <w:p w14:paraId="1BB2A0B8" w14:textId="77777777" w:rsidR="0085747A" w:rsidRPr="007D30A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D30A1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ECC656C" w14:textId="355EAB32" w:rsidR="0085747A" w:rsidRPr="007D30A1" w:rsidRDefault="0082721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7D30A1">
              <w:rPr>
                <w:rFonts w:ascii="Corbel" w:hAnsi="Corbel"/>
                <w:b w:val="0"/>
                <w:color w:val="auto"/>
                <w:sz w:val="24"/>
                <w:szCs w:val="24"/>
              </w:rPr>
              <w:t>Administracja</w:t>
            </w:r>
          </w:p>
        </w:tc>
      </w:tr>
      <w:tr w:rsidR="00107B5C" w:rsidRPr="00107B5C" w14:paraId="66179D15" w14:textId="77777777" w:rsidTr="43B12A85">
        <w:tc>
          <w:tcPr>
            <w:tcW w:w="2694" w:type="dxa"/>
            <w:vAlign w:val="center"/>
          </w:tcPr>
          <w:p w14:paraId="41BC7692" w14:textId="77777777" w:rsidR="0085747A" w:rsidRPr="007D30A1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D30A1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761D88D7" w14:textId="5A533195" w:rsidR="0085747A" w:rsidRPr="007D30A1" w:rsidRDefault="00110DC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7D30A1">
              <w:rPr>
                <w:rFonts w:ascii="Corbel" w:hAnsi="Corbel"/>
                <w:b w:val="0"/>
                <w:color w:val="auto"/>
                <w:sz w:val="24"/>
                <w:szCs w:val="24"/>
              </w:rPr>
              <w:t>II Stopnia</w:t>
            </w:r>
          </w:p>
        </w:tc>
      </w:tr>
      <w:tr w:rsidR="00107B5C" w:rsidRPr="00107B5C" w14:paraId="112C9C6D" w14:textId="77777777" w:rsidTr="43B12A85">
        <w:tc>
          <w:tcPr>
            <w:tcW w:w="2694" w:type="dxa"/>
            <w:vAlign w:val="center"/>
          </w:tcPr>
          <w:p w14:paraId="32F22DEF" w14:textId="77777777" w:rsidR="0085747A" w:rsidRPr="00A322B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322B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0FD8F49B" w14:textId="70F3D069" w:rsidR="0085747A" w:rsidRPr="00A322BE" w:rsidRDefault="00FC8EB9" w:rsidP="7018410C">
            <w:pPr>
              <w:pStyle w:val="Odpowiedzi"/>
              <w:spacing w:beforeAutospacing="1" w:afterAutospacing="1"/>
              <w:rPr>
                <w:rFonts w:ascii="Corbel" w:hAnsi="Corbel"/>
                <w:bCs/>
                <w:color w:val="000000" w:themeColor="text1"/>
                <w:szCs w:val="20"/>
              </w:rPr>
            </w:pPr>
            <w:proofErr w:type="spellStart"/>
            <w:r w:rsidRPr="7018410C">
              <w:rPr>
                <w:rFonts w:ascii="Corbel" w:hAnsi="Corbel"/>
                <w:b w:val="0"/>
                <w:color w:val="auto"/>
                <w:sz w:val="24"/>
                <w:szCs w:val="24"/>
              </w:rPr>
              <w:t>Ogólnoakademicki</w:t>
            </w:r>
            <w:proofErr w:type="spellEnd"/>
            <w:r w:rsidRPr="7018410C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</w:t>
            </w:r>
          </w:p>
        </w:tc>
      </w:tr>
      <w:tr w:rsidR="00107B5C" w:rsidRPr="00107B5C" w14:paraId="66F09964" w14:textId="77777777" w:rsidTr="43B12A85">
        <w:tc>
          <w:tcPr>
            <w:tcW w:w="2694" w:type="dxa"/>
            <w:vAlign w:val="center"/>
          </w:tcPr>
          <w:p w14:paraId="7779CB53" w14:textId="77777777" w:rsidR="0085747A" w:rsidRPr="00A322B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322B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167A252B" w14:textId="779EAEAF" w:rsidR="0085747A" w:rsidRPr="00A322BE" w:rsidRDefault="00CC525D" w:rsidP="00CC525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A322BE">
              <w:rPr>
                <w:rFonts w:ascii="Corbel" w:hAnsi="Corbel"/>
                <w:b w:val="0"/>
                <w:color w:val="auto"/>
                <w:sz w:val="24"/>
                <w:szCs w:val="24"/>
              </w:rPr>
              <w:t>S</w:t>
            </w:r>
            <w:r w:rsidR="00DE667E">
              <w:rPr>
                <w:rFonts w:ascii="Corbel" w:hAnsi="Corbel"/>
                <w:b w:val="0"/>
                <w:color w:val="auto"/>
                <w:sz w:val="24"/>
                <w:szCs w:val="24"/>
              </w:rPr>
              <w:t>tudia s</w:t>
            </w:r>
            <w:r w:rsidR="00A92E5A" w:rsidRPr="00A322BE">
              <w:rPr>
                <w:rFonts w:ascii="Corbel" w:hAnsi="Corbel"/>
                <w:b w:val="0"/>
                <w:color w:val="auto"/>
                <w:sz w:val="24"/>
                <w:szCs w:val="24"/>
              </w:rPr>
              <w:t>tacjonarne</w:t>
            </w:r>
          </w:p>
        </w:tc>
      </w:tr>
      <w:tr w:rsidR="00107B5C" w:rsidRPr="00107B5C" w14:paraId="41DC7B03" w14:textId="77777777" w:rsidTr="43B12A85">
        <w:tc>
          <w:tcPr>
            <w:tcW w:w="2694" w:type="dxa"/>
            <w:vAlign w:val="center"/>
          </w:tcPr>
          <w:p w14:paraId="37398910" w14:textId="77777777" w:rsidR="0085747A" w:rsidRPr="005B0CF5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B0CF5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5B0CF5">
              <w:rPr>
                <w:rFonts w:ascii="Corbel" w:hAnsi="Corbel"/>
                <w:sz w:val="24"/>
                <w:szCs w:val="24"/>
              </w:rPr>
              <w:t>/y</w:t>
            </w:r>
            <w:r w:rsidRPr="005B0CF5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354C0EB1" w14:textId="35A04DBE" w:rsidR="0085747A" w:rsidRPr="00107B5C" w:rsidRDefault="00B117DF" w:rsidP="7018410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FF0000"/>
                <w:sz w:val="24"/>
                <w:szCs w:val="24"/>
              </w:rPr>
            </w:pPr>
            <w:r w:rsidRPr="00892D75">
              <w:rPr>
                <w:rFonts w:ascii="Corbel" w:hAnsi="Corbel"/>
                <w:b w:val="0"/>
                <w:sz w:val="24"/>
                <w:szCs w:val="24"/>
              </w:rPr>
              <w:t>Rok I</w:t>
            </w: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Pr="00892D75">
              <w:rPr>
                <w:rFonts w:ascii="Corbel" w:hAnsi="Corbel"/>
                <w:b w:val="0"/>
                <w:sz w:val="24"/>
                <w:szCs w:val="24"/>
              </w:rPr>
              <w:t xml:space="preserve">, semestr </w:t>
            </w:r>
            <w:r w:rsidR="000C2850">
              <w:rPr>
                <w:rFonts w:ascii="Corbel" w:hAnsi="Corbel"/>
                <w:b w:val="0"/>
                <w:color w:val="auto"/>
                <w:sz w:val="24"/>
                <w:szCs w:val="24"/>
              </w:rPr>
              <w:t>3</w:t>
            </w:r>
          </w:p>
        </w:tc>
      </w:tr>
      <w:tr w:rsidR="00107B5C" w:rsidRPr="00107B5C" w14:paraId="41D4077C" w14:textId="77777777" w:rsidTr="43B12A85">
        <w:tc>
          <w:tcPr>
            <w:tcW w:w="2694" w:type="dxa"/>
            <w:vAlign w:val="center"/>
          </w:tcPr>
          <w:p w14:paraId="4267EC58" w14:textId="77777777" w:rsidR="0085747A" w:rsidRPr="005B0CF5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B0CF5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7E2C609" w14:textId="6251E619" w:rsidR="0085747A" w:rsidRPr="00107B5C" w:rsidRDefault="00B117DF" w:rsidP="43B12A85">
            <w:pPr>
              <w:pStyle w:val="Odpowiedzi"/>
              <w:spacing w:beforeAutospacing="1" w:afterAutospacing="1"/>
              <w:rPr>
                <w:rFonts w:ascii="Corbel" w:hAnsi="Corbel"/>
                <w:bCs/>
                <w:color w:val="000000" w:themeColor="text1"/>
                <w:szCs w:val="20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S</w:t>
            </w:r>
            <w:r w:rsidR="3EFE45F6" w:rsidRPr="43B12A85">
              <w:rPr>
                <w:rFonts w:ascii="Corbel" w:hAnsi="Corbel"/>
                <w:b w:val="0"/>
                <w:color w:val="auto"/>
                <w:sz w:val="24"/>
                <w:szCs w:val="24"/>
              </w:rPr>
              <w:t>pecjalnościowy</w:t>
            </w:r>
          </w:p>
        </w:tc>
      </w:tr>
      <w:tr w:rsidR="00107B5C" w:rsidRPr="00107B5C" w14:paraId="0B509BE1" w14:textId="77777777" w:rsidTr="43B12A85">
        <w:tc>
          <w:tcPr>
            <w:tcW w:w="2694" w:type="dxa"/>
            <w:vAlign w:val="center"/>
          </w:tcPr>
          <w:p w14:paraId="7E2FED12" w14:textId="77777777" w:rsidR="00923D7D" w:rsidRPr="00772352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72352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0FA6C141" w14:textId="77777777" w:rsidR="00923D7D" w:rsidRPr="00772352" w:rsidRDefault="00A92E5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772352">
              <w:rPr>
                <w:rFonts w:ascii="Corbel" w:hAnsi="Corbel"/>
                <w:b w:val="0"/>
                <w:color w:val="auto"/>
                <w:sz w:val="24"/>
                <w:szCs w:val="24"/>
              </w:rPr>
              <w:t>Polski</w:t>
            </w:r>
          </w:p>
        </w:tc>
      </w:tr>
      <w:tr w:rsidR="00F333B6" w:rsidRPr="00107B5C" w14:paraId="0D909F5D" w14:textId="77777777" w:rsidTr="43B12A85">
        <w:tc>
          <w:tcPr>
            <w:tcW w:w="2694" w:type="dxa"/>
            <w:vAlign w:val="center"/>
          </w:tcPr>
          <w:p w14:paraId="2E78C23C" w14:textId="77777777" w:rsidR="00F333B6" w:rsidRPr="00772352" w:rsidRDefault="00F333B6" w:rsidP="00F333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72352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69C033D0" w14:textId="638887CA" w:rsidR="00F333B6" w:rsidRPr="00772352" w:rsidRDefault="00B117DF" w:rsidP="00F333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Prof. dr hab. Elżbieta Ura</w:t>
            </w:r>
          </w:p>
        </w:tc>
      </w:tr>
      <w:tr w:rsidR="00F333B6" w:rsidRPr="00107B5C" w14:paraId="5700B4EA" w14:textId="77777777" w:rsidTr="43B12A85">
        <w:tc>
          <w:tcPr>
            <w:tcW w:w="2694" w:type="dxa"/>
            <w:vAlign w:val="center"/>
          </w:tcPr>
          <w:p w14:paraId="003E5C60" w14:textId="77777777" w:rsidR="00F333B6" w:rsidRPr="00107B5C" w:rsidRDefault="00F333B6" w:rsidP="00F333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color w:val="FF0000"/>
                <w:sz w:val="24"/>
                <w:szCs w:val="24"/>
              </w:rPr>
            </w:pPr>
            <w:r w:rsidRPr="005B0CF5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736A7B14" w14:textId="560A841C" w:rsidR="00F333B6" w:rsidRPr="00107B5C" w:rsidRDefault="00F333B6" w:rsidP="00F333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FF0000"/>
                <w:sz w:val="24"/>
                <w:szCs w:val="24"/>
              </w:rPr>
            </w:pPr>
            <w:r w:rsidRPr="00772352">
              <w:rPr>
                <w:rFonts w:ascii="Corbel" w:hAnsi="Corbel"/>
                <w:b w:val="0"/>
                <w:color w:val="auto"/>
                <w:sz w:val="24"/>
                <w:szCs w:val="24"/>
              </w:rPr>
              <w:t>Dr Bogdan Jaworski</w:t>
            </w:r>
          </w:p>
        </w:tc>
      </w:tr>
    </w:tbl>
    <w:p w14:paraId="5129469B" w14:textId="77777777" w:rsidR="0085747A" w:rsidRDefault="0085747A" w:rsidP="000C2850">
      <w:pPr>
        <w:pStyle w:val="Podpunkty"/>
        <w:ind w:left="0"/>
        <w:rPr>
          <w:rFonts w:ascii="Corbel" w:hAnsi="Corbel"/>
          <w:b w:val="0"/>
          <w:i/>
          <w:sz w:val="24"/>
          <w:szCs w:val="24"/>
        </w:rPr>
      </w:pPr>
      <w:r w:rsidRPr="00FE6784">
        <w:rPr>
          <w:rFonts w:ascii="Corbel" w:hAnsi="Corbel"/>
          <w:sz w:val="24"/>
          <w:szCs w:val="24"/>
        </w:rPr>
        <w:t xml:space="preserve">* </w:t>
      </w:r>
      <w:r w:rsidRPr="00FE6784">
        <w:rPr>
          <w:rFonts w:ascii="Corbel" w:hAnsi="Corbel"/>
          <w:i/>
          <w:sz w:val="24"/>
          <w:szCs w:val="24"/>
        </w:rPr>
        <w:t>-</w:t>
      </w:r>
      <w:r w:rsidR="00B90885" w:rsidRPr="00FE6784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FE6784">
        <w:rPr>
          <w:rFonts w:ascii="Corbel" w:hAnsi="Corbel"/>
          <w:b w:val="0"/>
          <w:sz w:val="24"/>
          <w:szCs w:val="24"/>
        </w:rPr>
        <w:t>e,</w:t>
      </w:r>
      <w:r w:rsidRPr="00FE6784">
        <w:rPr>
          <w:rFonts w:ascii="Corbel" w:hAnsi="Corbel"/>
          <w:i/>
          <w:sz w:val="24"/>
          <w:szCs w:val="24"/>
        </w:rPr>
        <w:t xml:space="preserve"> </w:t>
      </w:r>
      <w:r w:rsidRPr="00FE6784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FE6784">
        <w:rPr>
          <w:rFonts w:ascii="Corbel" w:hAnsi="Corbel"/>
          <w:b w:val="0"/>
          <w:i/>
          <w:sz w:val="24"/>
          <w:szCs w:val="24"/>
        </w:rPr>
        <w:t>w Jednostce</w:t>
      </w:r>
    </w:p>
    <w:p w14:paraId="5E1FDB8C" w14:textId="77777777" w:rsidR="000C2850" w:rsidRPr="00FE6784" w:rsidRDefault="000C2850" w:rsidP="000C2850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D1F2A48" w14:textId="07366367" w:rsidR="0085747A" w:rsidRPr="00FE6784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FE6784">
        <w:rPr>
          <w:rFonts w:ascii="Corbel" w:hAnsi="Corbel"/>
          <w:sz w:val="24"/>
          <w:szCs w:val="24"/>
        </w:rPr>
        <w:t>1.</w:t>
      </w:r>
      <w:r w:rsidR="00E22FBC" w:rsidRPr="00FE6784">
        <w:rPr>
          <w:rFonts w:ascii="Corbel" w:hAnsi="Corbel"/>
          <w:sz w:val="24"/>
          <w:szCs w:val="24"/>
        </w:rPr>
        <w:t>1</w:t>
      </w:r>
      <w:r w:rsidRPr="00FE6784">
        <w:rPr>
          <w:rFonts w:ascii="Corbel" w:hAnsi="Corbel"/>
          <w:sz w:val="24"/>
          <w:szCs w:val="24"/>
        </w:rPr>
        <w:t>.</w:t>
      </w:r>
      <w:r w:rsidR="000C2850">
        <w:rPr>
          <w:rFonts w:ascii="Corbel" w:hAnsi="Corbel"/>
          <w:sz w:val="24"/>
          <w:szCs w:val="24"/>
        </w:rPr>
        <w:t xml:space="preserve"> </w:t>
      </w:r>
      <w:r w:rsidRPr="00FE6784">
        <w:rPr>
          <w:rFonts w:ascii="Corbel" w:hAnsi="Corbel"/>
          <w:sz w:val="24"/>
          <w:szCs w:val="24"/>
        </w:rPr>
        <w:t xml:space="preserve">Formy zajęć dydaktycznych, wymiar godzin i punktów ECTS </w:t>
      </w:r>
    </w:p>
    <w:p w14:paraId="6FA5D788" w14:textId="77777777" w:rsidR="00923D7D" w:rsidRPr="00FE6784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6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10"/>
        <w:gridCol w:w="852"/>
        <w:gridCol w:w="788"/>
        <w:gridCol w:w="945"/>
        <w:gridCol w:w="810"/>
        <w:gridCol w:w="810"/>
        <w:gridCol w:w="671"/>
        <w:gridCol w:w="948"/>
        <w:gridCol w:w="1189"/>
        <w:gridCol w:w="1505"/>
      </w:tblGrid>
      <w:tr w:rsidR="00FE6784" w:rsidRPr="00FE6784" w14:paraId="35EFAD1F" w14:textId="77777777" w:rsidTr="000C2850"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4A7245" w14:textId="77777777" w:rsidR="00015B8F" w:rsidRPr="00FE6784" w:rsidRDefault="00015B8F" w:rsidP="000C285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FE6784">
              <w:rPr>
                <w:rFonts w:ascii="Corbel" w:hAnsi="Corbel"/>
                <w:szCs w:val="24"/>
              </w:rPr>
              <w:t>Semestr</w:t>
            </w:r>
          </w:p>
          <w:p w14:paraId="6B0E9043" w14:textId="77777777" w:rsidR="00015B8F" w:rsidRPr="00FE6784" w:rsidRDefault="002B5EA0" w:rsidP="000C285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FE6784">
              <w:rPr>
                <w:rFonts w:ascii="Corbel" w:hAnsi="Corbel"/>
                <w:szCs w:val="24"/>
              </w:rPr>
              <w:t>(</w:t>
            </w:r>
            <w:r w:rsidR="00363F78" w:rsidRPr="00FE6784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C15A52" w14:textId="77777777" w:rsidR="00015B8F" w:rsidRPr="00FE6784" w:rsidRDefault="00015B8F" w:rsidP="000C285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FE6784">
              <w:rPr>
                <w:rFonts w:ascii="Corbel" w:hAnsi="Corbel"/>
                <w:szCs w:val="24"/>
              </w:rPr>
              <w:t>Wykł</w:t>
            </w:r>
            <w:proofErr w:type="spellEnd"/>
            <w:r w:rsidRPr="00FE6784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B2B88F" w14:textId="77777777" w:rsidR="00015B8F" w:rsidRPr="00FE6784" w:rsidRDefault="00015B8F" w:rsidP="000C285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FE6784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5F0558" w14:textId="77777777" w:rsidR="00015B8F" w:rsidRPr="00FE6784" w:rsidRDefault="00015B8F" w:rsidP="000C285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FE6784">
              <w:rPr>
                <w:rFonts w:ascii="Corbel" w:hAnsi="Corbel"/>
                <w:szCs w:val="24"/>
              </w:rPr>
              <w:t>Konw</w:t>
            </w:r>
            <w:proofErr w:type="spellEnd"/>
            <w:r w:rsidRPr="00FE6784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5CA7B5" w14:textId="77777777" w:rsidR="00015B8F" w:rsidRPr="00FE6784" w:rsidRDefault="00015B8F" w:rsidP="000C285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FE6784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9AA112" w14:textId="77777777" w:rsidR="00015B8F" w:rsidRPr="00FE6784" w:rsidRDefault="00015B8F" w:rsidP="000C285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FE6784">
              <w:rPr>
                <w:rFonts w:ascii="Corbel" w:hAnsi="Corbel"/>
                <w:szCs w:val="24"/>
              </w:rPr>
              <w:t>Sem</w:t>
            </w:r>
            <w:proofErr w:type="spellEnd"/>
            <w:r w:rsidRPr="00FE6784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2212F9" w14:textId="77777777" w:rsidR="00015B8F" w:rsidRPr="00FE6784" w:rsidRDefault="00015B8F" w:rsidP="000C285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FE6784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3E8F5C" w14:textId="77777777" w:rsidR="00015B8F" w:rsidRPr="00FE6784" w:rsidRDefault="00015B8F" w:rsidP="000C285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FE6784">
              <w:rPr>
                <w:rFonts w:ascii="Corbel" w:hAnsi="Corbel"/>
                <w:szCs w:val="24"/>
              </w:rPr>
              <w:t>Prakt</w:t>
            </w:r>
            <w:proofErr w:type="spellEnd"/>
            <w:r w:rsidRPr="00FE6784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0E790B" w14:textId="77777777" w:rsidR="00015B8F" w:rsidRPr="00FE6784" w:rsidRDefault="00015B8F" w:rsidP="000C285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FE6784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464C73" w14:textId="77777777" w:rsidR="00015B8F" w:rsidRPr="00FE6784" w:rsidRDefault="00015B8F" w:rsidP="000C285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FE6784">
              <w:rPr>
                <w:rFonts w:ascii="Corbel" w:hAnsi="Corbel"/>
                <w:b/>
                <w:szCs w:val="24"/>
              </w:rPr>
              <w:t>Liczba pkt</w:t>
            </w:r>
            <w:r w:rsidR="00B90885" w:rsidRPr="00FE6784">
              <w:rPr>
                <w:rFonts w:ascii="Corbel" w:hAnsi="Corbel"/>
                <w:b/>
                <w:szCs w:val="24"/>
              </w:rPr>
              <w:t>.</w:t>
            </w:r>
            <w:r w:rsidRPr="00FE6784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FE6784" w:rsidRPr="00FE6784" w14:paraId="4A224A3A" w14:textId="77777777" w:rsidTr="000C2850">
        <w:trPr>
          <w:trHeight w:val="405"/>
        </w:trPr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D153D4" w14:textId="1B21A4BE" w:rsidR="00015B8F" w:rsidRPr="00497BB2" w:rsidRDefault="00F333B6" w:rsidP="000C285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</w:t>
            </w:r>
            <w:r w:rsidR="000C2850">
              <w:rPr>
                <w:rFonts w:ascii="Corbel" w:hAnsi="Corbel"/>
                <w:sz w:val="24"/>
                <w:szCs w:val="24"/>
              </w:rPr>
              <w:t>II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89D67D" w14:textId="791F7948" w:rsidR="00015B8F" w:rsidRPr="00497BB2" w:rsidRDefault="00AE33F3" w:rsidP="000C285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497BB2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F65786" w14:textId="477CC8E0" w:rsidR="00015B8F" w:rsidRPr="00497BB2" w:rsidRDefault="00AE33F3" w:rsidP="000C285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497BB2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88688C" w14:textId="0B6D7EEC" w:rsidR="00015B8F" w:rsidRPr="00FE6784" w:rsidRDefault="00015B8F" w:rsidP="000C285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1FBDE5" w14:textId="77777777" w:rsidR="00015B8F" w:rsidRPr="00FE6784" w:rsidRDefault="00015B8F" w:rsidP="000C285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C4B769" w14:textId="77777777" w:rsidR="00015B8F" w:rsidRPr="00FE6784" w:rsidRDefault="00015B8F" w:rsidP="000C285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BCF9FB" w14:textId="77777777" w:rsidR="00015B8F" w:rsidRPr="00FE6784" w:rsidRDefault="00015B8F" w:rsidP="000C285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CEECEC" w14:textId="77777777" w:rsidR="00015B8F" w:rsidRPr="00FE6784" w:rsidRDefault="00015B8F" w:rsidP="000C285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63F24C" w14:textId="77777777" w:rsidR="00015B8F" w:rsidRPr="00FE6784" w:rsidRDefault="00015B8F" w:rsidP="000C285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534246" w14:textId="77777777" w:rsidR="00015B8F" w:rsidRPr="00FE6784" w:rsidRDefault="00367A7A" w:rsidP="000C285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FE6784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208661E6" w14:textId="77777777" w:rsidR="00923D7D" w:rsidRPr="00107B5C" w:rsidRDefault="00923D7D" w:rsidP="009C54AE">
      <w:pPr>
        <w:pStyle w:val="Podpunkty"/>
        <w:ind w:left="0"/>
        <w:rPr>
          <w:rFonts w:ascii="Corbel" w:hAnsi="Corbel"/>
          <w:b w:val="0"/>
          <w:color w:val="FF0000"/>
          <w:sz w:val="24"/>
          <w:szCs w:val="24"/>
          <w:lang w:eastAsia="en-US"/>
        </w:rPr>
      </w:pPr>
    </w:p>
    <w:p w14:paraId="1A3046E4" w14:textId="486D757C" w:rsidR="0085747A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  <w:r w:rsidRPr="00952CD1">
        <w:rPr>
          <w:rFonts w:ascii="Corbel" w:hAnsi="Corbel"/>
          <w:smallCaps w:val="0"/>
          <w:szCs w:val="24"/>
        </w:rPr>
        <w:t>1.</w:t>
      </w:r>
      <w:r w:rsidR="00E22FBC" w:rsidRPr="00952CD1">
        <w:rPr>
          <w:rFonts w:ascii="Corbel" w:hAnsi="Corbel"/>
          <w:smallCaps w:val="0"/>
          <w:szCs w:val="24"/>
        </w:rPr>
        <w:t>2</w:t>
      </w:r>
      <w:r w:rsidR="00F83B28" w:rsidRPr="00952CD1">
        <w:rPr>
          <w:rFonts w:ascii="Corbel" w:hAnsi="Corbel"/>
          <w:smallCaps w:val="0"/>
          <w:szCs w:val="24"/>
        </w:rPr>
        <w:t>.</w:t>
      </w:r>
      <w:r w:rsidR="00F83B28" w:rsidRPr="00952CD1">
        <w:rPr>
          <w:rFonts w:ascii="Corbel" w:hAnsi="Corbel"/>
          <w:smallCaps w:val="0"/>
          <w:szCs w:val="24"/>
        </w:rPr>
        <w:tab/>
      </w:r>
      <w:r w:rsidRPr="00952CD1">
        <w:rPr>
          <w:rFonts w:ascii="Corbel" w:hAnsi="Corbel"/>
          <w:smallCaps w:val="0"/>
          <w:szCs w:val="24"/>
        </w:rPr>
        <w:t>Sposób realizacji zajęć</w:t>
      </w:r>
    </w:p>
    <w:p w14:paraId="1AC0AC4D" w14:textId="77777777" w:rsidR="000C2850" w:rsidRPr="00952CD1" w:rsidRDefault="000C2850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</w:p>
    <w:p w14:paraId="491C5658" w14:textId="1A495397" w:rsidR="0042669F" w:rsidRPr="00952CD1" w:rsidRDefault="00B117DF" w:rsidP="0042669F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4A5FE3">
        <w:rPr>
          <w:rFonts w:ascii="Corbel" w:eastAsia="MS Gothic" w:hAnsi="MS Gothic" w:cs="MS Gothic"/>
          <w:b w:val="0"/>
          <w:szCs w:val="24"/>
        </w:rPr>
        <w:t>☒</w:t>
      </w:r>
      <w:r w:rsidR="0042669F" w:rsidRPr="00952CD1">
        <w:rPr>
          <w:rFonts w:ascii="Corbel" w:eastAsia="MS Gothic" w:hAnsi="Corbel" w:cs="MS Gothic"/>
          <w:b w:val="0"/>
          <w:szCs w:val="24"/>
        </w:rPr>
        <w:t xml:space="preserve"> </w:t>
      </w:r>
      <w:r w:rsidR="0042669F" w:rsidRPr="00952CD1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14:paraId="5F294CAD" w14:textId="5C166DA9" w:rsidR="0042669F" w:rsidRPr="00952CD1" w:rsidRDefault="00B117DF" w:rsidP="0042669F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4A5FE3">
        <w:rPr>
          <w:rFonts w:ascii="Corbel" w:eastAsia="MS Gothic" w:hAnsi="MS Gothic" w:cs="MS Gothic"/>
          <w:b w:val="0"/>
          <w:szCs w:val="24"/>
        </w:rPr>
        <w:t>☒</w:t>
      </w:r>
      <w:r w:rsidR="0042669F" w:rsidRPr="00952CD1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4E6F7977" w14:textId="77777777" w:rsidR="0085747A" w:rsidRPr="00952CD1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593A44C" w14:textId="206E2041" w:rsidR="00E22FBC" w:rsidRPr="00952CD1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52CD1">
        <w:rPr>
          <w:rFonts w:ascii="Corbel" w:hAnsi="Corbel"/>
          <w:smallCaps w:val="0"/>
          <w:szCs w:val="24"/>
        </w:rPr>
        <w:t>1.3</w:t>
      </w:r>
      <w:r w:rsidR="000C2850">
        <w:rPr>
          <w:rFonts w:ascii="Corbel" w:hAnsi="Corbel"/>
          <w:smallCaps w:val="0"/>
          <w:szCs w:val="24"/>
        </w:rPr>
        <w:t>.</w:t>
      </w:r>
      <w:r w:rsidRPr="00952CD1">
        <w:rPr>
          <w:rFonts w:ascii="Corbel" w:hAnsi="Corbel"/>
          <w:smallCaps w:val="0"/>
          <w:szCs w:val="24"/>
        </w:rPr>
        <w:t xml:space="preserve"> For</w:t>
      </w:r>
      <w:r w:rsidR="00445970" w:rsidRPr="00952CD1">
        <w:rPr>
          <w:rFonts w:ascii="Corbel" w:hAnsi="Corbel"/>
          <w:smallCaps w:val="0"/>
          <w:szCs w:val="24"/>
        </w:rPr>
        <w:t xml:space="preserve">ma zaliczenia przedmiotu </w:t>
      </w:r>
      <w:r w:rsidRPr="00952CD1">
        <w:rPr>
          <w:rFonts w:ascii="Corbel" w:hAnsi="Corbel"/>
          <w:smallCaps w:val="0"/>
          <w:szCs w:val="24"/>
        </w:rPr>
        <w:t xml:space="preserve"> (z toku) </w:t>
      </w:r>
    </w:p>
    <w:p w14:paraId="2C12B7D3" w14:textId="77777777" w:rsidR="00B50D95" w:rsidRPr="00952CD1" w:rsidRDefault="00B50D95" w:rsidP="009C54AE">
      <w:pPr>
        <w:pStyle w:val="Punktygwne"/>
        <w:spacing w:before="0" w:after="0"/>
        <w:rPr>
          <w:rFonts w:eastAsia="Cambria"/>
          <w:b w:val="0"/>
          <w:smallCaps w:val="0"/>
          <w:sz w:val="22"/>
        </w:rPr>
      </w:pPr>
    </w:p>
    <w:p w14:paraId="253E4955" w14:textId="395BB1C0" w:rsidR="00B117DF" w:rsidRPr="00766518" w:rsidRDefault="000C2850" w:rsidP="000C2850">
      <w:pPr>
        <w:pStyle w:val="Punktygwne"/>
        <w:spacing w:before="0" w:after="0"/>
        <w:ind w:left="709"/>
        <w:rPr>
          <w:rFonts w:ascii="Corbel" w:hAnsi="Corbel"/>
          <w:b w:val="0"/>
          <w:smallCaps w:val="0"/>
        </w:rPr>
      </w:pPr>
      <w:r>
        <w:rPr>
          <w:rFonts w:ascii="Corbel" w:hAnsi="Corbel"/>
          <w:smallCaps w:val="0"/>
        </w:rPr>
        <w:t>W</w:t>
      </w:r>
      <w:r w:rsidR="00B117DF" w:rsidRPr="6B6455DD">
        <w:rPr>
          <w:rFonts w:ascii="Corbel" w:hAnsi="Corbel"/>
          <w:smallCaps w:val="0"/>
        </w:rPr>
        <w:t xml:space="preserve">ykład </w:t>
      </w:r>
      <w:r w:rsidR="00B117DF" w:rsidRPr="6B6455DD">
        <w:rPr>
          <w:rFonts w:ascii="Corbel" w:hAnsi="Corbel"/>
          <w:b w:val="0"/>
          <w:smallCaps w:val="0"/>
        </w:rPr>
        <w:t>- egzamin w formie pisemnej lub ustnej.</w:t>
      </w:r>
    </w:p>
    <w:p w14:paraId="618FFAE6" w14:textId="45464CC7" w:rsidR="00B117DF" w:rsidRDefault="000C2850" w:rsidP="000C2850">
      <w:pPr>
        <w:pStyle w:val="Punktygwne"/>
        <w:spacing w:before="0" w:after="0"/>
        <w:ind w:left="709"/>
        <w:rPr>
          <w:rFonts w:ascii="Corbel" w:hAnsi="Corbel"/>
          <w:b w:val="0"/>
        </w:rPr>
      </w:pPr>
      <w:r>
        <w:rPr>
          <w:rFonts w:ascii="Corbel" w:hAnsi="Corbel"/>
          <w:smallCaps w:val="0"/>
        </w:rPr>
        <w:t>Ć</w:t>
      </w:r>
      <w:r w:rsidR="00B117DF" w:rsidRPr="6B6455DD">
        <w:rPr>
          <w:rFonts w:ascii="Corbel" w:hAnsi="Corbel"/>
          <w:smallCaps w:val="0"/>
        </w:rPr>
        <w:t>wicze</w:t>
      </w:r>
      <w:r>
        <w:rPr>
          <w:rFonts w:ascii="Corbel" w:hAnsi="Corbel"/>
          <w:smallCaps w:val="0"/>
        </w:rPr>
        <w:t>nia</w:t>
      </w:r>
      <w:r w:rsidR="00B117DF" w:rsidRPr="6B6455DD">
        <w:rPr>
          <w:rFonts w:ascii="Corbel" w:hAnsi="Corbel"/>
          <w:b w:val="0"/>
          <w:smallCaps w:val="0"/>
        </w:rPr>
        <w:t xml:space="preserve"> - zaliczenie z oceną w formie pisemnej lub ustnej. Możliwa jest również</w:t>
      </w:r>
      <w:r w:rsidR="00B117DF">
        <w:rPr>
          <w:rFonts w:ascii="Corbel" w:hAnsi="Corbel"/>
          <w:b w:val="0"/>
          <w:smallCaps w:val="0"/>
        </w:rPr>
        <w:t xml:space="preserve"> </w:t>
      </w:r>
      <w:r w:rsidR="00B117DF" w:rsidRPr="6B6455DD">
        <w:rPr>
          <w:rFonts w:ascii="Corbel" w:hAnsi="Corbel"/>
          <w:b w:val="0"/>
          <w:smallCaps w:val="0"/>
        </w:rPr>
        <w:t>bieżąca ocena wiedzy studenta – w postaci pytań kontrolnych, odpowiedzi pisemnych,</w:t>
      </w:r>
      <w:r w:rsidR="00B117DF">
        <w:rPr>
          <w:rFonts w:ascii="Corbel" w:hAnsi="Corbel"/>
          <w:b w:val="0"/>
          <w:smallCaps w:val="0"/>
        </w:rPr>
        <w:t xml:space="preserve"> </w:t>
      </w:r>
      <w:r w:rsidR="00B117DF" w:rsidRPr="6B6455DD">
        <w:rPr>
          <w:rFonts w:ascii="Corbel" w:hAnsi="Corbel"/>
          <w:b w:val="0"/>
          <w:smallCaps w:val="0"/>
        </w:rPr>
        <w:t>przedstawienia prezentacji multimedialnej lub referatu.</w:t>
      </w:r>
    </w:p>
    <w:p w14:paraId="61A3A384" w14:textId="77777777" w:rsidR="00B117DF" w:rsidRDefault="00B117DF" w:rsidP="009C54AE">
      <w:pPr>
        <w:pStyle w:val="Punktygwne"/>
        <w:spacing w:before="0" w:after="0"/>
        <w:rPr>
          <w:rFonts w:ascii="Corbel" w:hAnsi="Corbel"/>
        </w:rPr>
      </w:pPr>
    </w:p>
    <w:p w14:paraId="04030581" w14:textId="17E25A01" w:rsidR="00E960BB" w:rsidRPr="00952CD1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7018410C">
        <w:rPr>
          <w:rFonts w:ascii="Corbel" w:hAnsi="Corbel"/>
        </w:rPr>
        <w:t>2.</w:t>
      </w:r>
      <w:r w:rsidR="00D04844" w:rsidRPr="7018410C">
        <w:rPr>
          <w:rFonts w:ascii="Corbel" w:hAnsi="Corbel"/>
        </w:rPr>
        <w:t xml:space="preserve"> </w:t>
      </w:r>
      <w:r w:rsidRPr="7018410C">
        <w:rPr>
          <w:rFonts w:ascii="Corbel" w:hAnsi="Corbel"/>
        </w:rPr>
        <w:t xml:space="preserve">Wymagania wstępne </w:t>
      </w:r>
    </w:p>
    <w:p w14:paraId="6C59683F" w14:textId="7CE708B0" w:rsidR="7018410C" w:rsidRDefault="7018410C" w:rsidP="7018410C">
      <w:pPr>
        <w:pStyle w:val="Punktygwne"/>
        <w:spacing w:before="0" w:after="0"/>
        <w:rPr>
          <w:rFonts w:ascii="Corbel" w:hAnsi="Corbel"/>
          <w:bCs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52CD1" w14:paraId="5324EE77" w14:textId="77777777" w:rsidTr="00745302">
        <w:tc>
          <w:tcPr>
            <w:tcW w:w="9670" w:type="dxa"/>
          </w:tcPr>
          <w:p w14:paraId="02F6DA64" w14:textId="77777777" w:rsidR="0085747A" w:rsidRPr="00952CD1" w:rsidRDefault="00B50D95" w:rsidP="00367A7A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952CD1">
              <w:rPr>
                <w:rFonts w:ascii="Corbel" w:hAnsi="Corbel"/>
                <w:b w:val="0"/>
                <w:smallCaps w:val="0"/>
                <w:szCs w:val="24"/>
              </w:rPr>
              <w:t xml:space="preserve">Znajomość podstawowych zagadnień z </w:t>
            </w:r>
            <w:r w:rsidR="00367A7A" w:rsidRPr="00952CD1">
              <w:rPr>
                <w:rFonts w:ascii="Corbel" w:hAnsi="Corbel"/>
                <w:b w:val="0"/>
                <w:smallCaps w:val="0"/>
                <w:szCs w:val="24"/>
              </w:rPr>
              <w:t xml:space="preserve">prawa administracyjnego </w:t>
            </w:r>
            <w:r w:rsidRPr="00952CD1">
              <w:rPr>
                <w:rFonts w:ascii="Corbel" w:hAnsi="Corbel"/>
                <w:b w:val="0"/>
                <w:smallCaps w:val="0"/>
                <w:szCs w:val="24"/>
              </w:rPr>
              <w:t>i prawoznawstwa.</w:t>
            </w:r>
          </w:p>
        </w:tc>
      </w:tr>
    </w:tbl>
    <w:p w14:paraId="4ADD37A7" w14:textId="77777777" w:rsidR="00153C41" w:rsidRPr="00952CD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3ACEC25" w14:textId="69F7515F" w:rsidR="0085747A" w:rsidRPr="00952CD1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52CD1">
        <w:rPr>
          <w:rFonts w:ascii="Corbel" w:hAnsi="Corbel"/>
          <w:szCs w:val="24"/>
        </w:rPr>
        <w:lastRenderedPageBreak/>
        <w:t>3.</w:t>
      </w:r>
      <w:r w:rsidR="0085747A" w:rsidRPr="00952CD1">
        <w:rPr>
          <w:rFonts w:ascii="Corbel" w:hAnsi="Corbel"/>
          <w:szCs w:val="24"/>
        </w:rPr>
        <w:t xml:space="preserve"> </w:t>
      </w:r>
      <w:r w:rsidR="00A84C85" w:rsidRPr="00952CD1">
        <w:rPr>
          <w:rFonts w:ascii="Corbel" w:hAnsi="Corbel"/>
          <w:szCs w:val="24"/>
        </w:rPr>
        <w:t>cele, efekty uczenia się</w:t>
      </w:r>
      <w:r w:rsidR="0085747A" w:rsidRPr="00952CD1">
        <w:rPr>
          <w:rFonts w:ascii="Corbel" w:hAnsi="Corbel"/>
          <w:szCs w:val="24"/>
        </w:rPr>
        <w:t xml:space="preserve"> , treści Programowe i stosowane metody Dydaktyczne</w:t>
      </w:r>
    </w:p>
    <w:p w14:paraId="3BEBFF30" w14:textId="77777777" w:rsidR="0085747A" w:rsidRPr="00952CD1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7A9B3AB" w14:textId="58CEFA38" w:rsidR="0085747A" w:rsidRPr="00952CD1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52CD1">
        <w:rPr>
          <w:rFonts w:ascii="Corbel" w:hAnsi="Corbel"/>
          <w:sz w:val="24"/>
          <w:szCs w:val="24"/>
        </w:rPr>
        <w:t>3.1</w:t>
      </w:r>
      <w:r w:rsidR="000C2850">
        <w:rPr>
          <w:rFonts w:ascii="Corbel" w:hAnsi="Corbel"/>
          <w:sz w:val="24"/>
          <w:szCs w:val="24"/>
        </w:rPr>
        <w:t>.</w:t>
      </w:r>
      <w:r w:rsidRPr="00952CD1">
        <w:rPr>
          <w:rFonts w:ascii="Corbel" w:hAnsi="Corbel"/>
          <w:sz w:val="24"/>
          <w:szCs w:val="24"/>
        </w:rPr>
        <w:t xml:space="preserve"> </w:t>
      </w:r>
      <w:r w:rsidR="00C05F44" w:rsidRPr="00952CD1">
        <w:rPr>
          <w:rFonts w:ascii="Corbel" w:hAnsi="Corbel"/>
          <w:sz w:val="24"/>
          <w:szCs w:val="24"/>
        </w:rPr>
        <w:t>Cele przedmiotu</w:t>
      </w:r>
    </w:p>
    <w:p w14:paraId="745EA227" w14:textId="77777777" w:rsidR="00F83B28" w:rsidRPr="000C2850" w:rsidRDefault="00F83B28" w:rsidP="009C54AE">
      <w:pPr>
        <w:pStyle w:val="Podpunkty"/>
        <w:rPr>
          <w:rFonts w:ascii="Corbel" w:hAnsi="Corbel"/>
          <w:b w:val="0"/>
          <w:iCs/>
          <w:color w:val="FF0000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107B5C" w:rsidRPr="00107B5C" w14:paraId="78999A2C" w14:textId="77777777" w:rsidTr="00923D7D">
        <w:tc>
          <w:tcPr>
            <w:tcW w:w="851" w:type="dxa"/>
            <w:vAlign w:val="center"/>
          </w:tcPr>
          <w:p w14:paraId="6D7F95BF" w14:textId="2D524FD2" w:rsidR="0085747A" w:rsidRPr="00827F88" w:rsidRDefault="0085747A" w:rsidP="000C2850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827F88">
              <w:rPr>
                <w:rFonts w:ascii="Corbel" w:hAnsi="Corbel"/>
                <w:b w:val="0"/>
                <w:sz w:val="24"/>
                <w:szCs w:val="24"/>
              </w:rPr>
              <w:t>C1</w:t>
            </w:r>
          </w:p>
        </w:tc>
        <w:tc>
          <w:tcPr>
            <w:tcW w:w="8819" w:type="dxa"/>
            <w:vAlign w:val="center"/>
          </w:tcPr>
          <w:p w14:paraId="52A0A9A9" w14:textId="00114D3F" w:rsidR="0085747A" w:rsidRPr="00827F88" w:rsidRDefault="005E387E" w:rsidP="00367A7A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827F88">
              <w:rPr>
                <w:rFonts w:ascii="Corbel" w:hAnsi="Corbel"/>
                <w:b w:val="0"/>
                <w:sz w:val="24"/>
                <w:szCs w:val="24"/>
              </w:rPr>
              <w:t xml:space="preserve">Student zna podstawy prawne w zakresie </w:t>
            </w:r>
            <w:r w:rsidR="00827F88" w:rsidRPr="00827F88">
              <w:rPr>
                <w:rFonts w:ascii="Corbel" w:hAnsi="Corbel"/>
                <w:b w:val="0"/>
                <w:sz w:val="24"/>
                <w:szCs w:val="24"/>
              </w:rPr>
              <w:t>bezpieczeństwa informacji</w:t>
            </w:r>
            <w:r w:rsidR="00B57213">
              <w:rPr>
                <w:rFonts w:ascii="Corbel" w:hAnsi="Corbel"/>
                <w:b w:val="0"/>
                <w:sz w:val="24"/>
                <w:szCs w:val="24"/>
              </w:rPr>
              <w:t xml:space="preserve"> oraz umie zdefiniować pojęcia </w:t>
            </w:r>
            <w:r w:rsidR="00D4347D">
              <w:rPr>
                <w:rFonts w:ascii="Corbel" w:hAnsi="Corbel"/>
                <w:b w:val="0"/>
                <w:sz w:val="24"/>
                <w:szCs w:val="24"/>
              </w:rPr>
              <w:t>normatywne związane z problematyk</w:t>
            </w:r>
            <w:r w:rsidR="00C670F6">
              <w:rPr>
                <w:rFonts w:ascii="Corbel" w:hAnsi="Corbel"/>
                <w:b w:val="0"/>
                <w:sz w:val="24"/>
                <w:szCs w:val="24"/>
              </w:rPr>
              <w:t>ą</w:t>
            </w:r>
            <w:r w:rsidR="00D4347D">
              <w:rPr>
                <w:rFonts w:ascii="Corbel" w:hAnsi="Corbel"/>
                <w:b w:val="0"/>
                <w:sz w:val="24"/>
                <w:szCs w:val="24"/>
              </w:rPr>
              <w:t xml:space="preserve"> ochrony informacji</w:t>
            </w:r>
            <w:r w:rsidR="00C670F6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107B5C" w:rsidRPr="00107B5C" w14:paraId="60792C43" w14:textId="77777777" w:rsidTr="00923D7D">
        <w:tc>
          <w:tcPr>
            <w:tcW w:w="851" w:type="dxa"/>
            <w:vAlign w:val="center"/>
          </w:tcPr>
          <w:p w14:paraId="37BC8BC3" w14:textId="77777777" w:rsidR="0085747A" w:rsidRPr="00D4347D" w:rsidRDefault="00E44543" w:rsidP="000C2850">
            <w:pPr>
              <w:pStyle w:val="Cele"/>
              <w:spacing w:before="40" w:after="40"/>
              <w:ind w:left="0" w:firstLine="0"/>
              <w:jc w:val="center"/>
              <w:rPr>
                <w:rFonts w:ascii="Corbel" w:hAnsi="Corbel"/>
                <w:sz w:val="24"/>
                <w:szCs w:val="24"/>
              </w:rPr>
            </w:pPr>
            <w:r w:rsidRPr="00D4347D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574A8264" w14:textId="32CD1A11" w:rsidR="0085747A" w:rsidRPr="00D4347D" w:rsidRDefault="00B57213" w:rsidP="00B50D9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D4347D">
              <w:rPr>
                <w:rFonts w:ascii="Corbel" w:hAnsi="Corbel"/>
                <w:b w:val="0"/>
                <w:sz w:val="24"/>
                <w:szCs w:val="24"/>
              </w:rPr>
              <w:t>Student zna mechanizmy prawne zabe</w:t>
            </w:r>
            <w:r w:rsidR="00D4347D" w:rsidRPr="00D4347D">
              <w:rPr>
                <w:rFonts w:ascii="Corbel" w:hAnsi="Corbel"/>
                <w:b w:val="0"/>
                <w:sz w:val="24"/>
                <w:szCs w:val="24"/>
              </w:rPr>
              <w:t>zpieczające dostęp do informacji publicznej</w:t>
            </w:r>
            <w:r w:rsidR="00C670F6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952CD1" w:rsidRPr="00107B5C" w14:paraId="7966A079" w14:textId="77777777" w:rsidTr="00923D7D">
        <w:tc>
          <w:tcPr>
            <w:tcW w:w="851" w:type="dxa"/>
            <w:vAlign w:val="center"/>
          </w:tcPr>
          <w:p w14:paraId="23A402CC" w14:textId="77777777" w:rsidR="00B50D95" w:rsidRPr="00D4347D" w:rsidRDefault="00B50D95" w:rsidP="000C2850">
            <w:pPr>
              <w:pStyle w:val="Cele"/>
              <w:spacing w:before="40" w:after="40"/>
              <w:ind w:left="0" w:firstLine="0"/>
              <w:jc w:val="center"/>
              <w:rPr>
                <w:rFonts w:ascii="Corbel" w:hAnsi="Corbel"/>
                <w:sz w:val="24"/>
                <w:szCs w:val="24"/>
              </w:rPr>
            </w:pPr>
            <w:r w:rsidRPr="00D4347D"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660C1AA2" w14:textId="016DD027" w:rsidR="00B50D95" w:rsidRPr="00D4347D" w:rsidRDefault="00304D3C" w:rsidP="00B50D9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D4347D">
              <w:rPr>
                <w:rFonts w:ascii="Corbel" w:hAnsi="Corbel"/>
                <w:b w:val="0"/>
                <w:sz w:val="24"/>
                <w:szCs w:val="24"/>
              </w:rPr>
              <w:t>Znajomość środków ochrony prawnej w zakresie dostępu do informacji publicznej</w:t>
            </w:r>
            <w:r w:rsidR="00C670F6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</w:tbl>
    <w:p w14:paraId="71274A2D" w14:textId="77777777" w:rsidR="0085747A" w:rsidRPr="00107B5C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FF0000"/>
          <w:szCs w:val="24"/>
        </w:rPr>
      </w:pPr>
    </w:p>
    <w:p w14:paraId="0B5582E2" w14:textId="49CD01E8" w:rsidR="001D7B54" w:rsidRPr="00297F42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297F42">
        <w:rPr>
          <w:rFonts w:ascii="Corbel" w:hAnsi="Corbel"/>
          <w:b/>
          <w:sz w:val="24"/>
          <w:szCs w:val="24"/>
        </w:rPr>
        <w:t>3.2</w:t>
      </w:r>
      <w:r w:rsidR="000C2850">
        <w:rPr>
          <w:rFonts w:ascii="Corbel" w:hAnsi="Corbel"/>
          <w:b/>
          <w:sz w:val="24"/>
          <w:szCs w:val="24"/>
        </w:rPr>
        <w:t>.</w:t>
      </w:r>
      <w:r w:rsidRPr="00297F42">
        <w:rPr>
          <w:rFonts w:ascii="Corbel" w:hAnsi="Corbel"/>
          <w:b/>
          <w:sz w:val="24"/>
          <w:szCs w:val="24"/>
        </w:rPr>
        <w:t xml:space="preserve"> </w:t>
      </w:r>
      <w:r w:rsidR="001D7B54" w:rsidRPr="00297F42">
        <w:rPr>
          <w:rFonts w:ascii="Corbel" w:hAnsi="Corbel"/>
          <w:b/>
          <w:sz w:val="24"/>
          <w:szCs w:val="24"/>
        </w:rPr>
        <w:t xml:space="preserve">Efekty </w:t>
      </w:r>
      <w:r w:rsidR="00C05F44" w:rsidRPr="00297F42">
        <w:rPr>
          <w:rFonts w:ascii="Corbel" w:hAnsi="Corbel"/>
          <w:b/>
          <w:sz w:val="24"/>
          <w:szCs w:val="24"/>
        </w:rPr>
        <w:t xml:space="preserve">uczenia się </w:t>
      </w:r>
      <w:r w:rsidR="001D7B54" w:rsidRPr="00297F42">
        <w:rPr>
          <w:rFonts w:ascii="Corbel" w:hAnsi="Corbel"/>
          <w:b/>
          <w:sz w:val="24"/>
          <w:szCs w:val="24"/>
        </w:rPr>
        <w:t>dla przedmiotu</w:t>
      </w:r>
      <w:r w:rsidR="00445970" w:rsidRPr="00297F42">
        <w:rPr>
          <w:rFonts w:ascii="Corbel" w:hAnsi="Corbel"/>
          <w:sz w:val="24"/>
          <w:szCs w:val="24"/>
        </w:rPr>
        <w:t xml:space="preserve"> </w:t>
      </w:r>
    </w:p>
    <w:p w14:paraId="6A8AC62E" w14:textId="77777777" w:rsidR="001D7B54" w:rsidRPr="00297F42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47"/>
        <w:gridCol w:w="6237"/>
        <w:gridCol w:w="1836"/>
      </w:tblGrid>
      <w:tr w:rsidR="00107B5C" w:rsidRPr="00107B5C" w14:paraId="32D07BF6" w14:textId="77777777" w:rsidTr="003B7D22">
        <w:tc>
          <w:tcPr>
            <w:tcW w:w="1447" w:type="dxa"/>
            <w:vAlign w:val="center"/>
          </w:tcPr>
          <w:p w14:paraId="68E1C7BF" w14:textId="77777777" w:rsidR="0085747A" w:rsidRPr="00381723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81723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381723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381723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381723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237" w:type="dxa"/>
            <w:vAlign w:val="center"/>
          </w:tcPr>
          <w:p w14:paraId="38B8DFF3" w14:textId="77777777" w:rsidR="0085747A" w:rsidRPr="00381723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81723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381723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381723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36" w:type="dxa"/>
            <w:vAlign w:val="center"/>
          </w:tcPr>
          <w:p w14:paraId="277446E5" w14:textId="77777777" w:rsidR="0085747A" w:rsidRPr="00381723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81723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381723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107B5C" w:rsidRPr="00107B5C" w14:paraId="2A5ACE33" w14:textId="77777777" w:rsidTr="000C2850">
        <w:tc>
          <w:tcPr>
            <w:tcW w:w="1447" w:type="dxa"/>
          </w:tcPr>
          <w:p w14:paraId="03304BC3" w14:textId="77777777" w:rsidR="0085747A" w:rsidRPr="00381723" w:rsidRDefault="001C3AD1" w:rsidP="000C285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81723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237" w:type="dxa"/>
          </w:tcPr>
          <w:p w14:paraId="4DBCEA16" w14:textId="22B9E1E5" w:rsidR="0085747A" w:rsidRPr="00302745" w:rsidRDefault="00727D34" w:rsidP="000C285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02745">
              <w:rPr>
                <w:rFonts w:ascii="Corbel" w:hAnsi="Corbel"/>
                <w:b w:val="0"/>
                <w:smallCaps w:val="0"/>
                <w:szCs w:val="24"/>
              </w:rPr>
              <w:t>Potrafi właściwie sc</w:t>
            </w:r>
            <w:r w:rsidR="00962EA4" w:rsidRPr="00302745">
              <w:rPr>
                <w:rFonts w:ascii="Corbel" w:hAnsi="Corbel"/>
                <w:b w:val="0"/>
                <w:smallCaps w:val="0"/>
                <w:szCs w:val="24"/>
              </w:rPr>
              <w:t>harakteryz</w:t>
            </w:r>
            <w:r w:rsidRPr="00302745">
              <w:rPr>
                <w:rFonts w:ascii="Corbel" w:hAnsi="Corbel"/>
                <w:b w:val="0"/>
                <w:smallCaps w:val="0"/>
                <w:szCs w:val="24"/>
              </w:rPr>
              <w:t>ować</w:t>
            </w:r>
            <w:r w:rsidR="00962EA4" w:rsidRPr="00302745">
              <w:rPr>
                <w:rFonts w:ascii="Corbel" w:hAnsi="Corbel"/>
                <w:b w:val="0"/>
                <w:smallCaps w:val="0"/>
                <w:szCs w:val="24"/>
              </w:rPr>
              <w:t xml:space="preserve"> podmioty wykonujące zadania z zakresu </w:t>
            </w:r>
            <w:r w:rsidR="00524CE6" w:rsidRPr="00302745">
              <w:rPr>
                <w:rFonts w:ascii="Corbel" w:hAnsi="Corbel"/>
                <w:b w:val="0"/>
                <w:smallCaps w:val="0"/>
                <w:szCs w:val="24"/>
              </w:rPr>
              <w:t>ochrony informacji, i obowiązujące w tym zakresie procedury</w:t>
            </w:r>
            <w:r w:rsidR="00962EA4" w:rsidRPr="00302745"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</w:p>
        </w:tc>
        <w:tc>
          <w:tcPr>
            <w:tcW w:w="1836" w:type="dxa"/>
          </w:tcPr>
          <w:p w14:paraId="1CDB766C" w14:textId="10E62124" w:rsidR="000167EC" w:rsidRPr="00107B5C" w:rsidRDefault="00524CE6" w:rsidP="000C2850">
            <w:pPr>
              <w:pStyle w:val="Punktygwne"/>
              <w:tabs>
                <w:tab w:val="left" w:pos="230"/>
              </w:tabs>
              <w:spacing w:before="0" w:after="0"/>
              <w:rPr>
                <w:rFonts w:ascii="Corbel" w:hAnsi="Corbel"/>
                <w:b w:val="0"/>
                <w:bCs/>
                <w:smallCaps w:val="0"/>
                <w:color w:val="FF0000"/>
                <w:szCs w:val="24"/>
              </w:rPr>
            </w:pPr>
            <w:r w:rsidRPr="00524CE6">
              <w:rPr>
                <w:rFonts w:ascii="Corbel" w:hAnsi="Corbel"/>
                <w:b w:val="0"/>
                <w:bCs/>
                <w:smallCaps w:val="0"/>
                <w:szCs w:val="24"/>
              </w:rPr>
              <w:t>K_W02</w:t>
            </w:r>
            <w:r w:rsidR="000C2850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, </w:t>
            </w:r>
            <w:r w:rsidR="000167EC">
              <w:rPr>
                <w:rFonts w:ascii="Corbel" w:hAnsi="Corbel"/>
                <w:b w:val="0"/>
                <w:bCs/>
                <w:smallCaps w:val="0"/>
                <w:szCs w:val="24"/>
              </w:rPr>
              <w:t>K_W03</w:t>
            </w:r>
          </w:p>
        </w:tc>
      </w:tr>
      <w:tr w:rsidR="00107B5C" w:rsidRPr="00107B5C" w14:paraId="1D5634C6" w14:textId="77777777" w:rsidTr="000C2850">
        <w:tc>
          <w:tcPr>
            <w:tcW w:w="1447" w:type="dxa"/>
          </w:tcPr>
          <w:p w14:paraId="78A54082" w14:textId="77777777" w:rsidR="001C3AD1" w:rsidRPr="00381723" w:rsidRDefault="001C3AD1" w:rsidP="000C285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81723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237" w:type="dxa"/>
          </w:tcPr>
          <w:p w14:paraId="402B93BA" w14:textId="1758CB11" w:rsidR="001C3AD1" w:rsidRPr="00302745" w:rsidRDefault="000167EC" w:rsidP="000C285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02745">
              <w:rPr>
                <w:rFonts w:ascii="Corbel" w:hAnsi="Corbel"/>
                <w:b w:val="0"/>
                <w:smallCaps w:val="0"/>
                <w:szCs w:val="24"/>
              </w:rPr>
              <w:t>Zna terminologię normatywną odnoszącą się do ochrony informacji, umie wskazać kategorie informacji niejawnych.</w:t>
            </w:r>
          </w:p>
        </w:tc>
        <w:tc>
          <w:tcPr>
            <w:tcW w:w="1836" w:type="dxa"/>
          </w:tcPr>
          <w:p w14:paraId="26CCE411" w14:textId="23AF2333" w:rsidR="000167EC" w:rsidRPr="000167EC" w:rsidRDefault="000167EC" w:rsidP="000C2850">
            <w:pPr>
              <w:pStyle w:val="Punktygwne"/>
              <w:tabs>
                <w:tab w:val="left" w:pos="230"/>
              </w:tabs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167EC">
              <w:rPr>
                <w:rFonts w:ascii="Corbel" w:hAnsi="Corbel"/>
                <w:b w:val="0"/>
                <w:smallCaps w:val="0"/>
                <w:szCs w:val="24"/>
              </w:rPr>
              <w:t>K_W02</w:t>
            </w:r>
            <w:r w:rsidR="000C2850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0167EC">
              <w:rPr>
                <w:rFonts w:ascii="Corbel" w:hAnsi="Corbel"/>
                <w:b w:val="0"/>
                <w:smallCaps w:val="0"/>
                <w:szCs w:val="24"/>
              </w:rPr>
              <w:t>K_W03</w:t>
            </w:r>
          </w:p>
        </w:tc>
      </w:tr>
      <w:tr w:rsidR="00107B5C" w:rsidRPr="00107B5C" w14:paraId="44C967D3" w14:textId="77777777" w:rsidTr="000C2850">
        <w:tc>
          <w:tcPr>
            <w:tcW w:w="1447" w:type="dxa"/>
          </w:tcPr>
          <w:p w14:paraId="0F33462E" w14:textId="77777777" w:rsidR="005E079D" w:rsidRPr="00381723" w:rsidRDefault="00B50D95" w:rsidP="000C285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81723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237" w:type="dxa"/>
          </w:tcPr>
          <w:p w14:paraId="3D1819AB" w14:textId="655255FE" w:rsidR="008246E2" w:rsidRPr="00302745" w:rsidRDefault="003A11C0" w:rsidP="000C285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02745">
              <w:rPr>
                <w:rFonts w:ascii="Corbel" w:hAnsi="Corbel"/>
                <w:b w:val="0"/>
                <w:smallCaps w:val="0"/>
                <w:szCs w:val="24"/>
              </w:rPr>
              <w:t xml:space="preserve">Zna relacje pomiędzy prawem obywatela do uzyskania informacji publicznej a obowiązkami w zakresie ochrony informacji. </w:t>
            </w:r>
            <w:r w:rsidR="00302745">
              <w:rPr>
                <w:rFonts w:ascii="Corbel" w:hAnsi="Corbel"/>
                <w:b w:val="0"/>
                <w:smallCaps w:val="0"/>
                <w:szCs w:val="24"/>
              </w:rPr>
              <w:t xml:space="preserve">Rozpoznaje granice konstytucyjnego prawa dostępu do informacji. </w:t>
            </w:r>
            <w:r w:rsidRPr="00302745">
              <w:rPr>
                <w:rFonts w:ascii="Corbel" w:hAnsi="Corbel"/>
                <w:b w:val="0"/>
                <w:smallCaps w:val="0"/>
                <w:szCs w:val="24"/>
              </w:rPr>
              <w:t>Posiada wiedze umożliwiającą pogłębianie znajomości zjawisk społecznych zachodzących w administracji.</w:t>
            </w:r>
            <w:r w:rsidR="00302745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1836" w:type="dxa"/>
          </w:tcPr>
          <w:p w14:paraId="7F8C4F41" w14:textId="480898C5" w:rsidR="00302745" w:rsidRPr="00107B5C" w:rsidRDefault="00302745" w:rsidP="000C285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FF0000"/>
                <w:szCs w:val="24"/>
              </w:rPr>
            </w:pPr>
            <w:r w:rsidRPr="00302745">
              <w:rPr>
                <w:rFonts w:ascii="Corbel" w:hAnsi="Corbel"/>
                <w:b w:val="0"/>
                <w:smallCaps w:val="0"/>
                <w:szCs w:val="24"/>
              </w:rPr>
              <w:t>K_U02</w:t>
            </w:r>
            <w:r w:rsidR="000C2850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302745"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</w:tc>
      </w:tr>
      <w:tr w:rsidR="00107B5C" w:rsidRPr="00107B5C" w14:paraId="065A6126" w14:textId="77777777" w:rsidTr="000C2850">
        <w:tc>
          <w:tcPr>
            <w:tcW w:w="1447" w:type="dxa"/>
          </w:tcPr>
          <w:p w14:paraId="7DA0E330" w14:textId="77777777" w:rsidR="005E079D" w:rsidRPr="00381723" w:rsidRDefault="00B50D95" w:rsidP="000C285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81723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237" w:type="dxa"/>
          </w:tcPr>
          <w:p w14:paraId="2038AAF7" w14:textId="31849C10" w:rsidR="005E079D" w:rsidRPr="00107B5C" w:rsidRDefault="00302745" w:rsidP="000C285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FF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Umie rozpoznać zagrożenia dla informacji niejawnych </w:t>
            </w:r>
            <w:r w:rsidR="00957DA5">
              <w:rPr>
                <w:rFonts w:ascii="Corbel" w:hAnsi="Corbel"/>
                <w:b w:val="0"/>
                <w:smallCaps w:val="0"/>
                <w:szCs w:val="24"/>
              </w:rPr>
              <w:br/>
            </w:r>
            <w:r>
              <w:rPr>
                <w:rFonts w:ascii="Corbel" w:hAnsi="Corbel"/>
                <w:b w:val="0"/>
                <w:smallCaps w:val="0"/>
                <w:szCs w:val="24"/>
              </w:rPr>
              <w:t>i innych podlegających ochronie prawnej. Rozumie znaczenie procedur i działań ochronnych oraz ma świadomość celów ochrony prawnej danych podlegających ochronie</w:t>
            </w:r>
          </w:p>
        </w:tc>
        <w:tc>
          <w:tcPr>
            <w:tcW w:w="1836" w:type="dxa"/>
          </w:tcPr>
          <w:p w14:paraId="1DB00FC9" w14:textId="21C5CBA4" w:rsidR="000A015A" w:rsidRPr="00107B5C" w:rsidRDefault="00302745" w:rsidP="000C2850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color w:val="FF0000"/>
                <w:szCs w:val="24"/>
              </w:rPr>
            </w:pPr>
            <w:r w:rsidRPr="00302745">
              <w:rPr>
                <w:rFonts w:ascii="Corbel" w:hAnsi="Corbel"/>
                <w:b w:val="0"/>
                <w:smallCaps w:val="0"/>
                <w:szCs w:val="24"/>
              </w:rPr>
              <w:t>K_U02</w:t>
            </w:r>
            <w:r w:rsidR="000C2850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302745"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</w:tc>
      </w:tr>
      <w:tr w:rsidR="000167EC" w:rsidRPr="00107B5C" w14:paraId="73FC671D" w14:textId="77777777" w:rsidTr="000C2850">
        <w:tc>
          <w:tcPr>
            <w:tcW w:w="1447" w:type="dxa"/>
          </w:tcPr>
          <w:p w14:paraId="544D9B16" w14:textId="77777777" w:rsidR="000167EC" w:rsidRPr="00381723" w:rsidRDefault="000167EC" w:rsidP="000C285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81723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237" w:type="dxa"/>
          </w:tcPr>
          <w:p w14:paraId="4043823E" w14:textId="501BC1E4" w:rsidR="000167EC" w:rsidRPr="00107B5C" w:rsidRDefault="00302745" w:rsidP="000C285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FF0000"/>
                <w:szCs w:val="24"/>
              </w:rPr>
            </w:pPr>
            <w:r w:rsidRPr="00122376">
              <w:rPr>
                <w:rFonts w:ascii="Corbel" w:hAnsi="Corbel"/>
                <w:b w:val="0"/>
                <w:smallCaps w:val="0"/>
                <w:szCs w:val="24"/>
              </w:rPr>
              <w:t>Posiada pogłębioną umiejętność przygotowania, zarówno pisemnie jak, w postaci prezentacji lub w formie ustnej określonych tematów dotyczących zagadnień prawnych w przedmiocie ochrony środowiska z wykorzystaniem źródeł normatywnych oraz judykatury i doktryny prawa administracyjnego i przy użyciu różnych technik prezentacji i wypowiedzi.</w:t>
            </w:r>
          </w:p>
        </w:tc>
        <w:tc>
          <w:tcPr>
            <w:tcW w:w="1836" w:type="dxa"/>
          </w:tcPr>
          <w:p w14:paraId="3F81DCB2" w14:textId="3D6DD708" w:rsidR="00302745" w:rsidRPr="00107B5C" w:rsidRDefault="00302745" w:rsidP="000C285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FF0000"/>
                <w:szCs w:val="24"/>
              </w:rPr>
            </w:pPr>
            <w:r w:rsidRPr="00302745">
              <w:rPr>
                <w:rFonts w:ascii="Corbel" w:hAnsi="Corbel"/>
                <w:b w:val="0"/>
                <w:smallCaps w:val="0"/>
                <w:szCs w:val="24"/>
              </w:rPr>
              <w:t>K_U02</w:t>
            </w:r>
            <w:r w:rsidR="000C2850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302745"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  <w:r w:rsidR="000C2850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K_U</w:t>
            </w:r>
            <w:r w:rsidR="00122376">
              <w:rPr>
                <w:rFonts w:ascii="Corbel" w:hAnsi="Corbel"/>
                <w:b w:val="0"/>
                <w:smallCaps w:val="0"/>
                <w:szCs w:val="24"/>
              </w:rPr>
              <w:t>07</w:t>
            </w:r>
          </w:p>
        </w:tc>
      </w:tr>
      <w:tr w:rsidR="000167EC" w:rsidRPr="00107B5C" w14:paraId="304D8F23" w14:textId="77777777" w:rsidTr="000C2850">
        <w:trPr>
          <w:trHeight w:val="20"/>
        </w:trPr>
        <w:tc>
          <w:tcPr>
            <w:tcW w:w="1447" w:type="dxa"/>
          </w:tcPr>
          <w:p w14:paraId="350CBB32" w14:textId="77777777" w:rsidR="000167EC" w:rsidRPr="00381723" w:rsidRDefault="000167EC" w:rsidP="000C285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81723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237" w:type="dxa"/>
          </w:tcPr>
          <w:p w14:paraId="44764A26" w14:textId="24E347B5" w:rsidR="000167EC" w:rsidRPr="002D7E0E" w:rsidRDefault="00122376" w:rsidP="000C285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D7E0E">
              <w:rPr>
                <w:rFonts w:ascii="Corbel" w:hAnsi="Corbel"/>
                <w:b w:val="0"/>
                <w:smallCaps w:val="0"/>
                <w:szCs w:val="24"/>
              </w:rPr>
              <w:t>Posiada wiedzę umożliwiającą krytyczną ocenę swoich wiadomości oraz odbieranych treści umożliwiającą konstruktywną wymianę poglądów oraz wypełniania obowiązków społecznych.</w:t>
            </w:r>
          </w:p>
        </w:tc>
        <w:tc>
          <w:tcPr>
            <w:tcW w:w="1836" w:type="dxa"/>
          </w:tcPr>
          <w:p w14:paraId="7F6A6910" w14:textId="10DBAD21" w:rsidR="002D7E0E" w:rsidRPr="00107B5C" w:rsidRDefault="002D7E0E" w:rsidP="000C2850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color w:val="FF0000"/>
                <w:szCs w:val="24"/>
              </w:rPr>
            </w:pPr>
            <w:r w:rsidRPr="00302745">
              <w:rPr>
                <w:rFonts w:ascii="Corbel" w:hAnsi="Corbel"/>
                <w:b w:val="0"/>
                <w:smallCaps w:val="0"/>
                <w:szCs w:val="24"/>
              </w:rPr>
              <w:t>K_U02</w:t>
            </w:r>
            <w:r w:rsidR="003B7D22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302745"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  <w:r w:rsidR="000C2850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K_U07</w:t>
            </w:r>
            <w:r w:rsidR="003B7D22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2D7E0E">
              <w:rPr>
                <w:rFonts w:ascii="Corbel" w:hAnsi="Corbel"/>
                <w:b w:val="0"/>
                <w:bCs/>
                <w:szCs w:val="24"/>
              </w:rPr>
              <w:t>K_K01</w:t>
            </w:r>
            <w:r w:rsidR="000C2850">
              <w:rPr>
                <w:rFonts w:ascii="Corbel" w:hAnsi="Corbel"/>
                <w:b w:val="0"/>
                <w:bCs/>
                <w:szCs w:val="24"/>
              </w:rPr>
              <w:t xml:space="preserve">, </w:t>
            </w:r>
            <w:r w:rsidRPr="002D7E0E">
              <w:rPr>
                <w:rFonts w:ascii="Corbel" w:hAnsi="Corbel"/>
                <w:b w:val="0"/>
                <w:bCs/>
                <w:szCs w:val="24"/>
              </w:rPr>
              <w:t>K_K03</w:t>
            </w:r>
          </w:p>
        </w:tc>
      </w:tr>
      <w:tr w:rsidR="00122376" w:rsidRPr="00107B5C" w14:paraId="22EBDF15" w14:textId="77777777" w:rsidTr="000C2850">
        <w:trPr>
          <w:trHeight w:val="20"/>
        </w:trPr>
        <w:tc>
          <w:tcPr>
            <w:tcW w:w="1447" w:type="dxa"/>
          </w:tcPr>
          <w:p w14:paraId="72A9A7BD" w14:textId="3D873BC8" w:rsidR="00122376" w:rsidRPr="00381723" w:rsidRDefault="00122376" w:rsidP="000C285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6237" w:type="dxa"/>
          </w:tcPr>
          <w:p w14:paraId="7194EE46" w14:textId="428DE417" w:rsidR="00122376" w:rsidRPr="002D7E0E" w:rsidRDefault="00122376" w:rsidP="000C285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D7E0E">
              <w:rPr>
                <w:rFonts w:ascii="Corbel" w:hAnsi="Corbel"/>
                <w:b w:val="0"/>
                <w:smallCaps w:val="0"/>
                <w:szCs w:val="24"/>
              </w:rPr>
              <w:t>Posiada wiedz</w:t>
            </w:r>
            <w:r w:rsidR="006B71E7">
              <w:rPr>
                <w:rFonts w:ascii="Corbel" w:hAnsi="Corbel"/>
                <w:b w:val="0"/>
                <w:smallCaps w:val="0"/>
                <w:szCs w:val="24"/>
              </w:rPr>
              <w:t>ę</w:t>
            </w:r>
            <w:r w:rsidRPr="002D7E0E">
              <w:rPr>
                <w:rFonts w:ascii="Corbel" w:hAnsi="Corbel"/>
                <w:b w:val="0"/>
                <w:smallCaps w:val="0"/>
                <w:szCs w:val="24"/>
              </w:rPr>
              <w:t xml:space="preserve"> i kompetencje do realizacji zadań </w:t>
            </w:r>
            <w:r w:rsidR="002D7E0E" w:rsidRPr="002D7E0E">
              <w:rPr>
                <w:rFonts w:ascii="Corbel" w:hAnsi="Corbel"/>
                <w:b w:val="0"/>
                <w:smallCaps w:val="0"/>
                <w:szCs w:val="24"/>
              </w:rPr>
              <w:t xml:space="preserve">z zakresu ochrony informacji i ma podstawy do rozwoju swych kompetencji w kierunku zarządzania bezpieczeństwem w instytucjach publicznych </w:t>
            </w:r>
          </w:p>
        </w:tc>
        <w:tc>
          <w:tcPr>
            <w:tcW w:w="1836" w:type="dxa"/>
          </w:tcPr>
          <w:p w14:paraId="7985F3EE" w14:textId="2791C956" w:rsidR="002D7E0E" w:rsidRPr="003150FB" w:rsidRDefault="002D7E0E" w:rsidP="000C2850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2D7E0E">
              <w:rPr>
                <w:rFonts w:ascii="Corbel" w:hAnsi="Corbel"/>
                <w:b w:val="0"/>
                <w:bCs/>
                <w:szCs w:val="24"/>
              </w:rPr>
              <w:t>K_K01</w:t>
            </w:r>
            <w:r w:rsidR="000C2850">
              <w:rPr>
                <w:rFonts w:ascii="Corbel" w:hAnsi="Corbel"/>
                <w:b w:val="0"/>
                <w:bCs/>
                <w:szCs w:val="24"/>
              </w:rPr>
              <w:t xml:space="preserve">, </w:t>
            </w:r>
            <w:r w:rsidRPr="002D7E0E">
              <w:rPr>
                <w:rFonts w:ascii="Corbel" w:hAnsi="Corbel"/>
                <w:b w:val="0"/>
                <w:bCs/>
                <w:szCs w:val="24"/>
              </w:rPr>
              <w:t>K_K03</w:t>
            </w:r>
          </w:p>
        </w:tc>
      </w:tr>
    </w:tbl>
    <w:p w14:paraId="7A86A0D3" w14:textId="77777777" w:rsidR="00524CE6" w:rsidRPr="00107B5C" w:rsidRDefault="00524CE6" w:rsidP="000C2850">
      <w:pPr>
        <w:pStyle w:val="Punktygwne"/>
        <w:spacing w:before="0" w:after="0"/>
        <w:rPr>
          <w:rFonts w:ascii="Corbel" w:hAnsi="Corbel"/>
          <w:b w:val="0"/>
          <w:color w:val="FF0000"/>
          <w:szCs w:val="24"/>
        </w:rPr>
      </w:pPr>
    </w:p>
    <w:p w14:paraId="2591CB58" w14:textId="4BA84F2B" w:rsidR="0085747A" w:rsidRPr="00A56784" w:rsidRDefault="00675843" w:rsidP="000C2850">
      <w:pPr>
        <w:pStyle w:val="Akapitzlist"/>
        <w:spacing w:after="0" w:line="240" w:lineRule="auto"/>
        <w:ind w:left="426"/>
        <w:contextualSpacing w:val="0"/>
        <w:jc w:val="both"/>
        <w:rPr>
          <w:rFonts w:ascii="Corbel" w:hAnsi="Corbel"/>
          <w:sz w:val="24"/>
          <w:szCs w:val="24"/>
        </w:rPr>
      </w:pPr>
      <w:r w:rsidRPr="00A56784">
        <w:rPr>
          <w:rFonts w:ascii="Corbel" w:hAnsi="Corbel"/>
          <w:b/>
          <w:sz w:val="24"/>
          <w:szCs w:val="24"/>
        </w:rPr>
        <w:t>3.3</w:t>
      </w:r>
      <w:r w:rsidR="000C2850">
        <w:rPr>
          <w:rFonts w:ascii="Corbel" w:hAnsi="Corbel"/>
          <w:b/>
          <w:sz w:val="24"/>
          <w:szCs w:val="24"/>
        </w:rPr>
        <w:t>.</w:t>
      </w:r>
      <w:r w:rsidR="001D7B54" w:rsidRPr="00A56784">
        <w:rPr>
          <w:rFonts w:ascii="Corbel" w:hAnsi="Corbel"/>
          <w:b/>
          <w:sz w:val="24"/>
          <w:szCs w:val="24"/>
        </w:rPr>
        <w:t xml:space="preserve"> </w:t>
      </w:r>
      <w:r w:rsidR="0085747A" w:rsidRPr="00A56784">
        <w:rPr>
          <w:rFonts w:ascii="Corbel" w:hAnsi="Corbel"/>
          <w:b/>
          <w:sz w:val="24"/>
          <w:szCs w:val="24"/>
        </w:rPr>
        <w:t>T</w:t>
      </w:r>
      <w:r w:rsidR="001D7B54" w:rsidRPr="00A56784">
        <w:rPr>
          <w:rFonts w:ascii="Corbel" w:hAnsi="Corbel"/>
          <w:b/>
          <w:sz w:val="24"/>
          <w:szCs w:val="24"/>
        </w:rPr>
        <w:t>reści programowe</w:t>
      </w:r>
    </w:p>
    <w:p w14:paraId="204D580C" w14:textId="77777777" w:rsidR="005C4EDA" w:rsidRPr="00A56784" w:rsidRDefault="005C4EDA" w:rsidP="000C2850">
      <w:pPr>
        <w:pStyle w:val="Akapitzlist"/>
        <w:spacing w:after="0" w:line="240" w:lineRule="auto"/>
        <w:ind w:left="426"/>
        <w:contextualSpacing w:val="0"/>
        <w:jc w:val="both"/>
        <w:rPr>
          <w:rFonts w:ascii="Corbel" w:hAnsi="Corbel"/>
          <w:b/>
          <w:sz w:val="24"/>
          <w:szCs w:val="24"/>
        </w:rPr>
      </w:pPr>
    </w:p>
    <w:p w14:paraId="63BF7360" w14:textId="7B76CD37" w:rsidR="00675843" w:rsidRDefault="00D04844" w:rsidP="000C2850">
      <w:pPr>
        <w:pStyle w:val="Akapitzlist"/>
        <w:numPr>
          <w:ilvl w:val="0"/>
          <w:numId w:val="1"/>
        </w:numPr>
        <w:spacing w:after="0" w:line="240" w:lineRule="auto"/>
        <w:contextualSpacing w:val="0"/>
        <w:jc w:val="both"/>
        <w:rPr>
          <w:rFonts w:ascii="Corbel" w:hAnsi="Corbel"/>
          <w:sz w:val="24"/>
          <w:szCs w:val="24"/>
        </w:rPr>
      </w:pPr>
      <w:r w:rsidRPr="00A56784">
        <w:rPr>
          <w:rFonts w:ascii="Corbel" w:hAnsi="Corbel"/>
          <w:sz w:val="24"/>
          <w:szCs w:val="24"/>
        </w:rPr>
        <w:t xml:space="preserve">Problematyka </w:t>
      </w:r>
      <w:r w:rsidR="005C4EDA" w:rsidRPr="00A56784">
        <w:rPr>
          <w:rFonts w:ascii="Corbel" w:hAnsi="Corbel"/>
          <w:sz w:val="24"/>
          <w:szCs w:val="24"/>
        </w:rPr>
        <w:t>wykładu</w:t>
      </w:r>
    </w:p>
    <w:p w14:paraId="27F22B99" w14:textId="77777777" w:rsidR="000C2850" w:rsidRDefault="000C2850" w:rsidP="000C2850">
      <w:pPr>
        <w:pStyle w:val="Akapitzlist"/>
        <w:spacing w:after="0" w:line="240" w:lineRule="auto"/>
        <w:ind w:left="1080"/>
        <w:contextualSpacing w:val="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34"/>
        <w:gridCol w:w="986"/>
      </w:tblGrid>
      <w:tr w:rsidR="00E6567A" w:rsidRPr="009C54AE" w14:paraId="23C933B3" w14:textId="4196365D" w:rsidTr="000C2850">
        <w:trPr>
          <w:trHeight w:val="340"/>
        </w:trPr>
        <w:tc>
          <w:tcPr>
            <w:tcW w:w="9520" w:type="dxa"/>
            <w:gridSpan w:val="2"/>
          </w:tcPr>
          <w:p w14:paraId="3AB06A40" w14:textId="0DAD7077" w:rsidR="00E6567A" w:rsidRPr="00714F2C" w:rsidRDefault="00E6567A" w:rsidP="00714F2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14F2C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714F2C" w:rsidRPr="009C54AE" w14:paraId="0AF3B204" w14:textId="2662D023" w:rsidTr="000C2850">
        <w:trPr>
          <w:trHeight w:val="340"/>
        </w:trPr>
        <w:tc>
          <w:tcPr>
            <w:tcW w:w="8534" w:type="dxa"/>
          </w:tcPr>
          <w:p w14:paraId="78D127E0" w14:textId="49995DB2" w:rsidR="00714F2C" w:rsidRDefault="00714F2C" w:rsidP="00E6567A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6B6455DD">
              <w:rPr>
                <w:rFonts w:ascii="Corbel" w:hAnsi="Corbel"/>
                <w:sz w:val="24"/>
                <w:szCs w:val="24"/>
              </w:rPr>
              <w:t xml:space="preserve">1. </w:t>
            </w:r>
            <w:r w:rsidR="00415442">
              <w:rPr>
                <w:rFonts w:ascii="Corbel" w:hAnsi="Corbel"/>
                <w:sz w:val="24"/>
                <w:szCs w:val="24"/>
              </w:rPr>
              <w:t>Uwarunkowania</w:t>
            </w:r>
            <w:r w:rsidRPr="002B0E88">
              <w:rPr>
                <w:rFonts w:ascii="Corbel" w:hAnsi="Corbel"/>
                <w:sz w:val="24"/>
                <w:szCs w:val="24"/>
              </w:rPr>
              <w:t xml:space="preserve"> prawne ochrony informacji</w:t>
            </w:r>
            <w:r w:rsidR="00E6567A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986" w:type="dxa"/>
          </w:tcPr>
          <w:p w14:paraId="37D7A88E" w14:textId="3A9F5A24" w:rsidR="00714F2C" w:rsidRDefault="003B32FF" w:rsidP="00E6567A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 godz.</w:t>
            </w:r>
          </w:p>
        </w:tc>
      </w:tr>
      <w:tr w:rsidR="00714F2C" w:rsidRPr="009C54AE" w14:paraId="3B164E3C" w14:textId="0E4F488B" w:rsidTr="000C2850">
        <w:trPr>
          <w:trHeight w:val="340"/>
        </w:trPr>
        <w:tc>
          <w:tcPr>
            <w:tcW w:w="8534" w:type="dxa"/>
          </w:tcPr>
          <w:p w14:paraId="4200FDD3" w14:textId="72124F2D" w:rsidR="00714F2C" w:rsidRPr="009C54AE" w:rsidRDefault="00714F2C" w:rsidP="00E6567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6B6455DD">
              <w:rPr>
                <w:rFonts w:ascii="Corbel" w:hAnsi="Corbel"/>
                <w:sz w:val="24"/>
                <w:szCs w:val="24"/>
              </w:rPr>
              <w:t xml:space="preserve">2. </w:t>
            </w:r>
            <w:r w:rsidRPr="002B0E88">
              <w:rPr>
                <w:rFonts w:ascii="Corbel" w:hAnsi="Corbel" w:cs="Helvetica"/>
                <w:sz w:val="24"/>
                <w:szCs w:val="24"/>
                <w:shd w:val="clear" w:color="auto" w:fill="FFFFFF"/>
              </w:rPr>
              <w:t>Informacja jako przedmiot ochrony prawnej, klasyfikacja informacji niejawnych</w:t>
            </w:r>
            <w:r w:rsidR="00E6567A">
              <w:rPr>
                <w:rFonts w:ascii="Corbel" w:hAnsi="Corbel" w:cs="Helvetica"/>
                <w:sz w:val="24"/>
                <w:szCs w:val="24"/>
                <w:shd w:val="clear" w:color="auto" w:fill="FFFFFF"/>
              </w:rPr>
              <w:t>.</w:t>
            </w:r>
          </w:p>
        </w:tc>
        <w:tc>
          <w:tcPr>
            <w:tcW w:w="986" w:type="dxa"/>
          </w:tcPr>
          <w:p w14:paraId="129EBDFD" w14:textId="5D807668" w:rsidR="00714F2C" w:rsidRPr="009C54AE" w:rsidRDefault="003B32FF" w:rsidP="00E6567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 godz.</w:t>
            </w:r>
          </w:p>
        </w:tc>
      </w:tr>
      <w:tr w:rsidR="00714F2C" w:rsidRPr="009C54AE" w14:paraId="3EB2D0E7" w14:textId="5A709A07" w:rsidTr="000C2850">
        <w:trPr>
          <w:trHeight w:val="340"/>
        </w:trPr>
        <w:tc>
          <w:tcPr>
            <w:tcW w:w="8534" w:type="dxa"/>
          </w:tcPr>
          <w:p w14:paraId="61C431AE" w14:textId="618A6383" w:rsidR="00714F2C" w:rsidRPr="009C54AE" w:rsidRDefault="00714F2C" w:rsidP="00E6567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6B6455DD">
              <w:rPr>
                <w:rFonts w:ascii="Corbel" w:hAnsi="Corbel"/>
                <w:sz w:val="24"/>
                <w:szCs w:val="24"/>
              </w:rPr>
              <w:t xml:space="preserve">3. </w:t>
            </w:r>
            <w:r w:rsidRPr="002B0E88">
              <w:rPr>
                <w:rFonts w:ascii="Corbel" w:hAnsi="Corbel"/>
                <w:sz w:val="24"/>
                <w:szCs w:val="24"/>
              </w:rPr>
              <w:t>Prawo dostępu do informacji publicznej</w:t>
            </w:r>
            <w:r w:rsidR="00E6567A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986" w:type="dxa"/>
          </w:tcPr>
          <w:p w14:paraId="2CD1E472" w14:textId="54FFA3E0" w:rsidR="00714F2C" w:rsidRPr="009C54AE" w:rsidRDefault="003B32FF" w:rsidP="00E6567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 godz.</w:t>
            </w:r>
          </w:p>
        </w:tc>
      </w:tr>
      <w:tr w:rsidR="00714F2C" w:rsidRPr="009C54AE" w14:paraId="761B62BB" w14:textId="13741552" w:rsidTr="000C2850">
        <w:trPr>
          <w:trHeight w:val="340"/>
        </w:trPr>
        <w:tc>
          <w:tcPr>
            <w:tcW w:w="8534" w:type="dxa"/>
          </w:tcPr>
          <w:p w14:paraId="6D050EF3" w14:textId="6163ABF0" w:rsidR="00714F2C" w:rsidRDefault="00714F2C" w:rsidP="00E6567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6B6455DD">
              <w:rPr>
                <w:rFonts w:ascii="Corbel" w:hAnsi="Corbel"/>
                <w:sz w:val="24"/>
                <w:szCs w:val="24"/>
              </w:rPr>
              <w:t xml:space="preserve">4. </w:t>
            </w:r>
            <w:r>
              <w:rPr>
                <w:rFonts w:ascii="Corbel" w:hAnsi="Corbel" w:cs="Helvetica"/>
                <w:sz w:val="24"/>
                <w:szCs w:val="24"/>
                <w:shd w:val="clear" w:color="auto" w:fill="FFFFFF"/>
              </w:rPr>
              <w:t>Standardy i regulacje Unii Europejskiej w zakresie danych osobowych</w:t>
            </w:r>
            <w:r w:rsidR="00E6567A">
              <w:rPr>
                <w:rFonts w:ascii="Corbel" w:hAnsi="Corbel" w:cs="Helvetica"/>
                <w:sz w:val="24"/>
                <w:szCs w:val="24"/>
                <w:shd w:val="clear" w:color="auto" w:fill="FFFFFF"/>
              </w:rPr>
              <w:t>.</w:t>
            </w:r>
          </w:p>
        </w:tc>
        <w:tc>
          <w:tcPr>
            <w:tcW w:w="986" w:type="dxa"/>
          </w:tcPr>
          <w:p w14:paraId="6762A29C" w14:textId="7327120E" w:rsidR="00714F2C" w:rsidRDefault="003B32FF" w:rsidP="00E6567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 godz.</w:t>
            </w:r>
          </w:p>
        </w:tc>
      </w:tr>
      <w:tr w:rsidR="00714F2C" w:rsidRPr="009C54AE" w14:paraId="684CEDC5" w14:textId="3D459288" w:rsidTr="000C2850">
        <w:trPr>
          <w:trHeight w:val="340"/>
        </w:trPr>
        <w:tc>
          <w:tcPr>
            <w:tcW w:w="8534" w:type="dxa"/>
          </w:tcPr>
          <w:p w14:paraId="58484A08" w14:textId="47C80AA0" w:rsidR="00714F2C" w:rsidRDefault="00714F2C" w:rsidP="00E6567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6B6455DD">
              <w:rPr>
                <w:rFonts w:ascii="Corbel" w:hAnsi="Corbel"/>
                <w:sz w:val="24"/>
                <w:szCs w:val="24"/>
              </w:rPr>
              <w:t xml:space="preserve">5. </w:t>
            </w:r>
            <w:r w:rsidRPr="00714F2C">
              <w:rPr>
                <w:rFonts w:ascii="Corbel" w:hAnsi="Corbel"/>
                <w:sz w:val="24"/>
                <w:szCs w:val="24"/>
              </w:rPr>
              <w:t>Zasady ochrony informacji niejawnych</w:t>
            </w:r>
            <w:r w:rsidR="00E6567A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986" w:type="dxa"/>
          </w:tcPr>
          <w:p w14:paraId="311345D9" w14:textId="5D18E170" w:rsidR="00714F2C" w:rsidRDefault="003B32FF" w:rsidP="00E6567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 godz.</w:t>
            </w:r>
          </w:p>
        </w:tc>
      </w:tr>
      <w:tr w:rsidR="00714F2C" w:rsidRPr="009C54AE" w14:paraId="486CA343" w14:textId="3C3502E8" w:rsidTr="000C2850">
        <w:trPr>
          <w:trHeight w:val="340"/>
        </w:trPr>
        <w:tc>
          <w:tcPr>
            <w:tcW w:w="8534" w:type="dxa"/>
          </w:tcPr>
          <w:p w14:paraId="6A4A88BD" w14:textId="604C804D" w:rsidR="00714F2C" w:rsidRDefault="00714F2C" w:rsidP="00E6567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  <w:r w:rsidRPr="6B6455DD">
              <w:rPr>
                <w:rFonts w:ascii="Corbel" w:hAnsi="Corbel"/>
                <w:sz w:val="24"/>
                <w:szCs w:val="24"/>
              </w:rPr>
              <w:t xml:space="preserve">. </w:t>
            </w:r>
            <w:r w:rsidRPr="002B0E88">
              <w:rPr>
                <w:rFonts w:ascii="Corbel" w:hAnsi="Corbel"/>
                <w:sz w:val="24"/>
                <w:szCs w:val="24"/>
              </w:rPr>
              <w:t>Zadania administracji publicznej w zakresie ochrony informacji niejawnych</w:t>
            </w:r>
            <w:r w:rsidR="00E6567A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986" w:type="dxa"/>
          </w:tcPr>
          <w:p w14:paraId="58BD6335" w14:textId="546E952A" w:rsidR="00714F2C" w:rsidRDefault="003B32FF" w:rsidP="00E6567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 godz.</w:t>
            </w:r>
          </w:p>
        </w:tc>
      </w:tr>
      <w:tr w:rsidR="00714F2C" w:rsidRPr="009C54AE" w14:paraId="1EDFC5AC" w14:textId="1ED465C0" w:rsidTr="000C2850">
        <w:trPr>
          <w:trHeight w:val="340"/>
        </w:trPr>
        <w:tc>
          <w:tcPr>
            <w:tcW w:w="8534" w:type="dxa"/>
          </w:tcPr>
          <w:p w14:paraId="13A793DA" w14:textId="71E3048D" w:rsidR="00714F2C" w:rsidRDefault="00714F2C" w:rsidP="00E6567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</w:t>
            </w:r>
            <w:r w:rsidRPr="6B6455DD">
              <w:rPr>
                <w:rFonts w:ascii="Corbel" w:hAnsi="Corbel"/>
                <w:sz w:val="24"/>
                <w:szCs w:val="24"/>
              </w:rPr>
              <w:t xml:space="preserve">. </w:t>
            </w:r>
            <w:r w:rsidRPr="00501FEE">
              <w:rPr>
                <w:rFonts w:ascii="Corbel" w:hAnsi="Corbel" w:cs="Helvetica"/>
                <w:sz w:val="24"/>
                <w:szCs w:val="24"/>
                <w:shd w:val="clear" w:color="auto" w:fill="FFFFFF"/>
              </w:rPr>
              <w:t>Organizacja ochrony informacji niejawnych</w:t>
            </w:r>
            <w:r w:rsidR="00E6567A">
              <w:rPr>
                <w:rFonts w:ascii="Corbel" w:hAnsi="Corbel" w:cs="Helvetica"/>
                <w:sz w:val="24"/>
                <w:szCs w:val="24"/>
                <w:shd w:val="clear" w:color="auto" w:fill="FFFFFF"/>
              </w:rPr>
              <w:t>.</w:t>
            </w:r>
          </w:p>
        </w:tc>
        <w:tc>
          <w:tcPr>
            <w:tcW w:w="986" w:type="dxa"/>
          </w:tcPr>
          <w:p w14:paraId="55503A56" w14:textId="094A56A8" w:rsidR="00714F2C" w:rsidRDefault="003B32FF" w:rsidP="00E6567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 godz.</w:t>
            </w:r>
          </w:p>
        </w:tc>
      </w:tr>
    </w:tbl>
    <w:p w14:paraId="09AF2929" w14:textId="77777777" w:rsidR="00714F2C" w:rsidRPr="009C54AE" w:rsidRDefault="00714F2C" w:rsidP="00E6567A">
      <w:pPr>
        <w:spacing w:after="0" w:line="240" w:lineRule="auto"/>
        <w:jc w:val="both"/>
        <w:rPr>
          <w:rFonts w:ascii="Corbel" w:hAnsi="Corbel"/>
          <w:sz w:val="24"/>
          <w:szCs w:val="24"/>
        </w:rPr>
      </w:pPr>
    </w:p>
    <w:p w14:paraId="1FCABCEC" w14:textId="4648E9A9" w:rsidR="00714F2C" w:rsidRDefault="00714F2C" w:rsidP="00E6567A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6B6455DD">
        <w:rPr>
          <w:rFonts w:ascii="Corbel" w:hAnsi="Corbel"/>
          <w:sz w:val="24"/>
          <w:szCs w:val="24"/>
        </w:rPr>
        <w:t>Problematyka ćwiczeń, konwersator</w:t>
      </w:r>
      <w:r>
        <w:rPr>
          <w:rFonts w:ascii="Corbel" w:hAnsi="Corbel"/>
          <w:sz w:val="24"/>
          <w:szCs w:val="24"/>
        </w:rPr>
        <w:t>iów</w:t>
      </w:r>
      <w:r w:rsidRPr="6B6455DD">
        <w:rPr>
          <w:rFonts w:ascii="Corbel" w:hAnsi="Corbel"/>
          <w:sz w:val="24"/>
          <w:szCs w:val="24"/>
        </w:rPr>
        <w:t>, laborator</w:t>
      </w:r>
      <w:r>
        <w:rPr>
          <w:rFonts w:ascii="Corbel" w:hAnsi="Corbel"/>
          <w:sz w:val="24"/>
          <w:szCs w:val="24"/>
        </w:rPr>
        <w:t>iów</w:t>
      </w:r>
      <w:r w:rsidRPr="6B6455DD">
        <w:rPr>
          <w:rFonts w:ascii="Corbel" w:hAnsi="Corbel"/>
          <w:sz w:val="24"/>
          <w:szCs w:val="24"/>
        </w:rPr>
        <w:t xml:space="preserve">, zajęć praktycznych </w:t>
      </w:r>
    </w:p>
    <w:p w14:paraId="6034024B" w14:textId="77777777" w:rsidR="00E6567A" w:rsidRPr="009C54AE" w:rsidRDefault="00E6567A" w:rsidP="00E6567A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34"/>
        <w:gridCol w:w="986"/>
      </w:tblGrid>
      <w:tr w:rsidR="00E6567A" w:rsidRPr="009C54AE" w14:paraId="090CE420" w14:textId="063466E8" w:rsidTr="000C2850">
        <w:trPr>
          <w:trHeight w:val="340"/>
        </w:trPr>
        <w:tc>
          <w:tcPr>
            <w:tcW w:w="9520" w:type="dxa"/>
            <w:gridSpan w:val="2"/>
          </w:tcPr>
          <w:p w14:paraId="235C7F17" w14:textId="7F684025" w:rsidR="00E6567A" w:rsidRPr="009C54AE" w:rsidRDefault="00E6567A" w:rsidP="00E6567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3B32FF" w:rsidRPr="009C54AE" w14:paraId="42A5160B" w14:textId="0C8CFEF0" w:rsidTr="000C2850">
        <w:trPr>
          <w:trHeight w:val="340"/>
        </w:trPr>
        <w:tc>
          <w:tcPr>
            <w:tcW w:w="8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98453D" w14:textId="53EB24AB" w:rsidR="003B32FF" w:rsidRPr="009C54AE" w:rsidRDefault="003B32FF" w:rsidP="00E6567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 w:cs="Helvetica"/>
                <w:sz w:val="24"/>
                <w:szCs w:val="24"/>
                <w:shd w:val="clear" w:color="auto" w:fill="FFFFFF"/>
              </w:rPr>
              <w:t>1.</w:t>
            </w:r>
            <w:r w:rsidR="00793E2D">
              <w:rPr>
                <w:rFonts w:ascii="Corbel" w:hAnsi="Corbel" w:cs="Helvetica"/>
                <w:sz w:val="24"/>
                <w:szCs w:val="24"/>
                <w:shd w:val="clear" w:color="auto" w:fill="FFFFFF"/>
              </w:rPr>
              <w:t>Tryby nadawania k</w:t>
            </w:r>
            <w:r w:rsidRPr="00501FEE">
              <w:rPr>
                <w:rFonts w:ascii="Corbel" w:hAnsi="Corbel" w:cs="Helvetica"/>
                <w:sz w:val="24"/>
                <w:szCs w:val="24"/>
                <w:shd w:val="clear" w:color="auto" w:fill="FFFFFF"/>
              </w:rPr>
              <w:t>lauzul</w:t>
            </w:r>
            <w:r w:rsidR="00793E2D">
              <w:rPr>
                <w:rFonts w:ascii="Corbel" w:hAnsi="Corbel" w:cs="Helvetica"/>
                <w:sz w:val="24"/>
                <w:szCs w:val="24"/>
                <w:shd w:val="clear" w:color="auto" w:fill="FFFFFF"/>
              </w:rPr>
              <w:t>i</w:t>
            </w:r>
            <w:r w:rsidRPr="00501FEE">
              <w:rPr>
                <w:rFonts w:ascii="Corbel" w:hAnsi="Corbel" w:cs="Helvetica"/>
                <w:sz w:val="24"/>
                <w:szCs w:val="24"/>
                <w:shd w:val="clear" w:color="auto" w:fill="FFFFFF"/>
              </w:rPr>
              <w:t xml:space="preserve"> tajności</w:t>
            </w:r>
            <w:r w:rsidR="00793E2D">
              <w:rPr>
                <w:rFonts w:ascii="Corbel" w:hAnsi="Corbel" w:cs="Helvetica"/>
                <w:sz w:val="24"/>
                <w:szCs w:val="24"/>
                <w:shd w:val="clear" w:color="auto" w:fill="FFFFFF"/>
              </w:rPr>
              <w:t>.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1CF5F3" w14:textId="6F345CA7" w:rsidR="003B32FF" w:rsidRPr="009C54AE" w:rsidRDefault="003B32FF" w:rsidP="00E6567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82609D">
              <w:rPr>
                <w:rFonts w:ascii="Corbel" w:hAnsi="Corbel"/>
                <w:sz w:val="24"/>
                <w:szCs w:val="24"/>
              </w:rPr>
              <w:t>2 godz.</w:t>
            </w:r>
          </w:p>
        </w:tc>
      </w:tr>
      <w:tr w:rsidR="003B32FF" w:rsidRPr="009C54AE" w14:paraId="345B3599" w14:textId="1E9A773B" w:rsidTr="000C2850">
        <w:trPr>
          <w:trHeight w:val="340"/>
        </w:trPr>
        <w:tc>
          <w:tcPr>
            <w:tcW w:w="8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4B7884" w14:textId="2D329BB8" w:rsidR="003B32FF" w:rsidRPr="009C54AE" w:rsidRDefault="003B32FF" w:rsidP="00E6567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 w:cs="Helvetica"/>
                <w:sz w:val="24"/>
                <w:szCs w:val="24"/>
                <w:shd w:val="clear" w:color="auto" w:fill="FFFFFF"/>
              </w:rPr>
              <w:t xml:space="preserve">2. </w:t>
            </w:r>
            <w:r w:rsidRPr="003F3AF5">
              <w:rPr>
                <w:rFonts w:ascii="Corbel" w:hAnsi="Corbel" w:cs="Helvetica"/>
                <w:sz w:val="24"/>
                <w:szCs w:val="24"/>
                <w:shd w:val="clear" w:color="auto" w:fill="FFFFFF"/>
              </w:rPr>
              <w:t>Bezpieczeństwo danych osobowych</w:t>
            </w:r>
            <w:r w:rsidR="00E6567A">
              <w:rPr>
                <w:rFonts w:ascii="Corbel" w:hAnsi="Corbel" w:cs="Helvetica"/>
                <w:sz w:val="24"/>
                <w:szCs w:val="24"/>
                <w:shd w:val="clear" w:color="auto" w:fill="FFFFFF"/>
              </w:rPr>
              <w:t>.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DCC8AF" w14:textId="644DB026" w:rsidR="003B32FF" w:rsidRPr="009C54AE" w:rsidRDefault="003B32FF" w:rsidP="00E6567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82609D">
              <w:rPr>
                <w:rFonts w:ascii="Corbel" w:hAnsi="Corbel"/>
                <w:sz w:val="24"/>
                <w:szCs w:val="24"/>
              </w:rPr>
              <w:t>2 godz.</w:t>
            </w:r>
          </w:p>
        </w:tc>
      </w:tr>
      <w:tr w:rsidR="003B32FF" w:rsidRPr="009C54AE" w14:paraId="412DA262" w14:textId="79CBA8E6" w:rsidTr="000C2850">
        <w:trPr>
          <w:trHeight w:val="340"/>
        </w:trPr>
        <w:tc>
          <w:tcPr>
            <w:tcW w:w="8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23F9A9" w14:textId="098CBD7C" w:rsidR="003B32FF" w:rsidRPr="009C54AE" w:rsidRDefault="003B32FF" w:rsidP="00E6567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  <w:shd w:val="clear" w:color="auto" w:fill="FFFFFF"/>
              </w:rPr>
              <w:t xml:space="preserve">3. </w:t>
            </w:r>
            <w:r w:rsidRPr="006E5EB0">
              <w:rPr>
                <w:rFonts w:ascii="Corbel" w:hAnsi="Corbel"/>
                <w:sz w:val="24"/>
                <w:szCs w:val="24"/>
                <w:shd w:val="clear" w:color="auto" w:fill="FFFFFF"/>
              </w:rPr>
              <w:t xml:space="preserve">Odpowiedzialność za naruszenie przepisów o ochronie informacji niejawnych </w:t>
            </w:r>
            <w:r w:rsidR="00E6567A">
              <w:rPr>
                <w:rFonts w:ascii="Corbel" w:hAnsi="Corbel"/>
                <w:sz w:val="24"/>
                <w:szCs w:val="24"/>
                <w:shd w:val="clear" w:color="auto" w:fill="FFFFFF"/>
              </w:rPr>
              <w:t>.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B7C03" w14:textId="3E48D46E" w:rsidR="003B32FF" w:rsidRPr="009C54AE" w:rsidRDefault="00415442" w:rsidP="00E6567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  <w:r w:rsidR="003B32FF" w:rsidRPr="0082609D">
              <w:rPr>
                <w:rFonts w:ascii="Corbel" w:hAnsi="Corbel"/>
                <w:sz w:val="24"/>
                <w:szCs w:val="24"/>
              </w:rPr>
              <w:t xml:space="preserve"> godz.</w:t>
            </w:r>
          </w:p>
        </w:tc>
      </w:tr>
      <w:tr w:rsidR="003B32FF" w:rsidRPr="009C54AE" w14:paraId="46C00DC4" w14:textId="142779A8" w:rsidTr="000C2850">
        <w:trPr>
          <w:trHeight w:val="340"/>
        </w:trPr>
        <w:tc>
          <w:tcPr>
            <w:tcW w:w="8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BB6937" w14:textId="739096D1" w:rsidR="003B32FF" w:rsidRDefault="003B32FF" w:rsidP="00E6567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 w:cs="Helvetica"/>
                <w:sz w:val="24"/>
                <w:szCs w:val="24"/>
                <w:shd w:val="clear" w:color="auto" w:fill="FFFFFF"/>
              </w:rPr>
              <w:t xml:space="preserve">4. </w:t>
            </w:r>
            <w:r w:rsidR="00793E2D">
              <w:rPr>
                <w:rFonts w:ascii="Corbel" w:hAnsi="Corbel" w:cs="Helvetica"/>
                <w:sz w:val="24"/>
                <w:szCs w:val="24"/>
                <w:shd w:val="clear" w:color="auto" w:fill="FFFFFF"/>
              </w:rPr>
              <w:t>Zarządzanie bezpieczeństwem informacji</w:t>
            </w:r>
            <w:r w:rsidR="00E6567A">
              <w:rPr>
                <w:rFonts w:ascii="Corbel" w:hAnsi="Corbel" w:cs="Helvetica"/>
                <w:sz w:val="24"/>
                <w:szCs w:val="24"/>
                <w:shd w:val="clear" w:color="auto" w:fill="FFFFFF"/>
              </w:rPr>
              <w:t>.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72DD60" w14:textId="0CF6B59B" w:rsidR="003B32FF" w:rsidRDefault="003B32FF" w:rsidP="00793E2D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2609D">
              <w:rPr>
                <w:rFonts w:ascii="Corbel" w:hAnsi="Corbel"/>
                <w:sz w:val="24"/>
                <w:szCs w:val="24"/>
              </w:rPr>
              <w:t>2 godz.</w:t>
            </w:r>
          </w:p>
        </w:tc>
      </w:tr>
      <w:tr w:rsidR="003B32FF" w:rsidRPr="009C54AE" w14:paraId="459D946C" w14:textId="25905229" w:rsidTr="000C2850">
        <w:trPr>
          <w:trHeight w:val="340"/>
        </w:trPr>
        <w:tc>
          <w:tcPr>
            <w:tcW w:w="8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DCE72D" w14:textId="050F09A8" w:rsidR="003B32FF" w:rsidRDefault="003B32FF" w:rsidP="003B7D2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 w:cs="Helvetica"/>
                <w:sz w:val="24"/>
                <w:szCs w:val="24"/>
                <w:shd w:val="clear" w:color="auto" w:fill="FFFFFF"/>
              </w:rPr>
              <w:t xml:space="preserve">5. </w:t>
            </w:r>
            <w:r w:rsidRPr="00501FEE">
              <w:rPr>
                <w:rFonts w:ascii="Corbel" w:hAnsi="Corbel" w:cs="Helvetica"/>
                <w:sz w:val="24"/>
                <w:szCs w:val="24"/>
                <w:shd w:val="clear" w:color="auto" w:fill="FFFFFF"/>
              </w:rPr>
              <w:t>Bezpieczeństwo osobowe. Postępowanie sprawdzające oraz kontrolne postępowanie sprawdzające</w:t>
            </w:r>
            <w:r w:rsidR="00E6567A">
              <w:rPr>
                <w:rFonts w:ascii="Corbel" w:hAnsi="Corbel" w:cs="Helvetica"/>
                <w:sz w:val="24"/>
                <w:szCs w:val="24"/>
                <w:shd w:val="clear" w:color="auto" w:fill="FFFFFF"/>
              </w:rPr>
              <w:t>.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ACBBFF" w14:textId="245AFF38" w:rsidR="003B32FF" w:rsidRDefault="00415442" w:rsidP="003B7D2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  <w:r w:rsidR="003B32FF" w:rsidRPr="0082609D">
              <w:rPr>
                <w:rFonts w:ascii="Corbel" w:hAnsi="Corbel"/>
                <w:sz w:val="24"/>
                <w:szCs w:val="24"/>
              </w:rPr>
              <w:t xml:space="preserve"> godz.</w:t>
            </w:r>
          </w:p>
        </w:tc>
      </w:tr>
      <w:tr w:rsidR="003B32FF" w:rsidRPr="009C54AE" w14:paraId="5081D869" w14:textId="4CFC188D" w:rsidTr="000C2850">
        <w:trPr>
          <w:trHeight w:val="340"/>
        </w:trPr>
        <w:tc>
          <w:tcPr>
            <w:tcW w:w="8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B70684" w14:textId="77777777" w:rsidR="003B32FF" w:rsidRDefault="003B32FF" w:rsidP="003B7D2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 w:cs="Helvetica"/>
                <w:sz w:val="24"/>
                <w:szCs w:val="24"/>
                <w:shd w:val="clear" w:color="auto" w:fill="FFFFFF"/>
              </w:rPr>
              <w:t xml:space="preserve">6. </w:t>
            </w:r>
            <w:r w:rsidRPr="00501FEE">
              <w:rPr>
                <w:rFonts w:ascii="Corbel" w:hAnsi="Corbel" w:cs="Helvetica"/>
                <w:sz w:val="24"/>
                <w:szCs w:val="24"/>
                <w:shd w:val="clear" w:color="auto" w:fill="FFFFFF"/>
              </w:rPr>
              <w:t>Bezpieczeństwo przemysłowe. Uzyskanie świadectwa bezpieczeństwa</w:t>
            </w:r>
            <w:r>
              <w:rPr>
                <w:rFonts w:ascii="Corbel" w:hAnsi="Corbel" w:cs="Helvetica"/>
                <w:sz w:val="24"/>
                <w:szCs w:val="24"/>
                <w:shd w:val="clear" w:color="auto" w:fill="FFFFFF"/>
              </w:rPr>
              <w:t xml:space="preserve"> przemysłowego przez przedsiębiorcę.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46AB44" w14:textId="4518575D" w:rsidR="003B32FF" w:rsidRDefault="003B32FF" w:rsidP="003B7D2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82609D">
              <w:rPr>
                <w:rFonts w:ascii="Corbel" w:hAnsi="Corbel"/>
                <w:sz w:val="24"/>
                <w:szCs w:val="24"/>
              </w:rPr>
              <w:t>2 godz.</w:t>
            </w:r>
          </w:p>
        </w:tc>
      </w:tr>
      <w:tr w:rsidR="003B32FF" w:rsidRPr="009C54AE" w14:paraId="2C6E206A" w14:textId="49A773AF" w:rsidTr="000C2850">
        <w:trPr>
          <w:trHeight w:val="340"/>
        </w:trPr>
        <w:tc>
          <w:tcPr>
            <w:tcW w:w="8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53BC5D" w14:textId="243EAFAC" w:rsidR="003B32FF" w:rsidRDefault="003B32FF" w:rsidP="00E6567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 w:cs="Helvetica"/>
                <w:sz w:val="24"/>
                <w:szCs w:val="24"/>
                <w:shd w:val="clear" w:color="auto" w:fill="FFFFFF"/>
              </w:rPr>
              <w:t xml:space="preserve">6. </w:t>
            </w:r>
            <w:r w:rsidRPr="003B32FF">
              <w:rPr>
                <w:rFonts w:ascii="Corbel" w:hAnsi="Corbel" w:cs="Helvetica"/>
                <w:sz w:val="24"/>
                <w:szCs w:val="24"/>
                <w:shd w:val="clear" w:color="auto" w:fill="FFFFFF"/>
              </w:rPr>
              <w:t xml:space="preserve">Obowiązki </w:t>
            </w:r>
            <w:r w:rsidR="00793E2D">
              <w:rPr>
                <w:rFonts w:ascii="Corbel" w:hAnsi="Corbel" w:cs="Helvetica"/>
                <w:sz w:val="24"/>
                <w:szCs w:val="24"/>
                <w:shd w:val="clear" w:color="auto" w:fill="FFFFFF"/>
              </w:rPr>
              <w:t xml:space="preserve">inspektora ochrony danych i </w:t>
            </w:r>
            <w:r w:rsidRPr="003B32FF">
              <w:rPr>
                <w:rFonts w:ascii="Corbel" w:hAnsi="Corbel" w:cs="Helvetica"/>
                <w:sz w:val="24"/>
                <w:szCs w:val="24"/>
                <w:shd w:val="clear" w:color="auto" w:fill="FFFFFF"/>
              </w:rPr>
              <w:t>pełnomocnika do spraw ochrony informacji niejawnych.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0DEAE6" w14:textId="51DC6573" w:rsidR="003B32FF" w:rsidRDefault="003B32FF" w:rsidP="003B7D2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82609D">
              <w:rPr>
                <w:rFonts w:ascii="Corbel" w:hAnsi="Corbel"/>
                <w:sz w:val="24"/>
                <w:szCs w:val="24"/>
              </w:rPr>
              <w:t>2 godz.</w:t>
            </w:r>
          </w:p>
        </w:tc>
      </w:tr>
    </w:tbl>
    <w:p w14:paraId="429B6B47" w14:textId="77777777" w:rsidR="0085747A" w:rsidRPr="00107B5C" w:rsidRDefault="0085747A" w:rsidP="009C54AE">
      <w:pPr>
        <w:pStyle w:val="Punktygwne"/>
        <w:spacing w:before="0" w:after="0"/>
        <w:rPr>
          <w:rFonts w:ascii="Corbel" w:hAnsi="Corbel"/>
          <w:b w:val="0"/>
          <w:color w:val="FF0000"/>
          <w:szCs w:val="24"/>
        </w:rPr>
      </w:pPr>
    </w:p>
    <w:p w14:paraId="5F6F6C37" w14:textId="12F20834" w:rsidR="0085747A" w:rsidRPr="00A56784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A56784">
        <w:rPr>
          <w:rFonts w:ascii="Corbel" w:hAnsi="Corbel"/>
          <w:smallCaps w:val="0"/>
          <w:szCs w:val="24"/>
        </w:rPr>
        <w:t>3.4</w:t>
      </w:r>
      <w:r w:rsidR="000C2850">
        <w:rPr>
          <w:rFonts w:ascii="Corbel" w:hAnsi="Corbel"/>
          <w:smallCaps w:val="0"/>
          <w:szCs w:val="24"/>
        </w:rPr>
        <w:t>.</w:t>
      </w:r>
      <w:r w:rsidRPr="00A56784">
        <w:rPr>
          <w:rFonts w:ascii="Corbel" w:hAnsi="Corbel"/>
          <w:smallCaps w:val="0"/>
          <w:szCs w:val="24"/>
        </w:rPr>
        <w:t xml:space="preserve"> Metody dydaktyczne</w:t>
      </w:r>
      <w:r w:rsidRPr="00A56784">
        <w:rPr>
          <w:rFonts w:ascii="Corbel" w:hAnsi="Corbel"/>
          <w:b w:val="0"/>
          <w:smallCaps w:val="0"/>
          <w:szCs w:val="24"/>
        </w:rPr>
        <w:t xml:space="preserve"> </w:t>
      </w:r>
    </w:p>
    <w:p w14:paraId="5097699F" w14:textId="696211F6" w:rsidR="0085747A" w:rsidRPr="00A56784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257E9AC" w14:textId="7638E03E" w:rsidR="00613691" w:rsidRPr="00A56784" w:rsidRDefault="00613691" w:rsidP="000C2850">
      <w:pPr>
        <w:pStyle w:val="Punktygwne"/>
        <w:spacing w:before="0" w:after="0"/>
        <w:ind w:left="851"/>
        <w:rPr>
          <w:rFonts w:ascii="Corbel" w:hAnsi="Corbel"/>
          <w:b w:val="0"/>
          <w:smallCaps w:val="0"/>
          <w:szCs w:val="24"/>
        </w:rPr>
      </w:pPr>
      <w:r w:rsidRPr="00A56784">
        <w:rPr>
          <w:rFonts w:ascii="Corbel" w:hAnsi="Corbel"/>
          <w:bCs/>
          <w:smallCaps w:val="0"/>
          <w:szCs w:val="24"/>
        </w:rPr>
        <w:t>Wykład:</w:t>
      </w:r>
      <w:r w:rsidRPr="00A56784">
        <w:rPr>
          <w:rFonts w:ascii="Corbel" w:hAnsi="Corbel"/>
          <w:b w:val="0"/>
          <w:smallCaps w:val="0"/>
          <w:szCs w:val="24"/>
        </w:rPr>
        <w:t xml:space="preserve"> analiza </w:t>
      </w:r>
      <w:r w:rsidR="005C4EDA" w:rsidRPr="00A56784">
        <w:rPr>
          <w:rFonts w:ascii="Corbel" w:hAnsi="Corbel"/>
          <w:b w:val="0"/>
          <w:smallCaps w:val="0"/>
          <w:szCs w:val="24"/>
        </w:rPr>
        <w:t xml:space="preserve">i interpretacja </w:t>
      </w:r>
      <w:r w:rsidRPr="00A56784">
        <w:rPr>
          <w:rFonts w:ascii="Corbel" w:hAnsi="Corbel"/>
          <w:b w:val="0"/>
          <w:smallCaps w:val="0"/>
          <w:szCs w:val="24"/>
        </w:rPr>
        <w:t>tekstów</w:t>
      </w:r>
      <w:r w:rsidR="005C4EDA" w:rsidRPr="00A56784">
        <w:rPr>
          <w:rFonts w:ascii="Corbel" w:hAnsi="Corbel"/>
          <w:b w:val="0"/>
          <w:smallCaps w:val="0"/>
          <w:szCs w:val="24"/>
        </w:rPr>
        <w:t xml:space="preserve"> źródłowych</w:t>
      </w:r>
      <w:r w:rsidRPr="00A56784">
        <w:rPr>
          <w:rFonts w:ascii="Corbel" w:hAnsi="Corbel"/>
          <w:b w:val="0"/>
          <w:smallCaps w:val="0"/>
          <w:szCs w:val="24"/>
        </w:rPr>
        <w:t>, analiza przypadków</w:t>
      </w:r>
      <w:r w:rsidR="007B026C" w:rsidRPr="00A56784">
        <w:rPr>
          <w:rFonts w:ascii="Corbel" w:hAnsi="Corbel"/>
          <w:b w:val="0"/>
          <w:smallCaps w:val="0"/>
          <w:szCs w:val="24"/>
        </w:rPr>
        <w:t>, prezentacje multimedialne</w:t>
      </w:r>
      <w:r w:rsidRPr="00A56784">
        <w:rPr>
          <w:rFonts w:ascii="Corbel" w:hAnsi="Corbel"/>
          <w:b w:val="0"/>
          <w:smallCaps w:val="0"/>
          <w:szCs w:val="24"/>
        </w:rPr>
        <w:t>.</w:t>
      </w:r>
    </w:p>
    <w:p w14:paraId="507319B5" w14:textId="3544957B" w:rsidR="00E960BB" w:rsidRDefault="00D94E95" w:rsidP="000C2850">
      <w:pPr>
        <w:pStyle w:val="Punktygwne"/>
        <w:spacing w:before="0" w:after="0"/>
        <w:ind w:left="851"/>
        <w:rPr>
          <w:rFonts w:ascii="Corbel" w:hAnsi="Corbel"/>
          <w:b w:val="0"/>
          <w:smallCaps w:val="0"/>
          <w:szCs w:val="24"/>
        </w:rPr>
      </w:pPr>
      <w:r w:rsidRPr="00A56784">
        <w:rPr>
          <w:rFonts w:ascii="Corbel" w:hAnsi="Corbel"/>
          <w:smallCaps w:val="0"/>
          <w:szCs w:val="24"/>
        </w:rPr>
        <w:t>Ćwiczenia</w:t>
      </w:r>
      <w:r w:rsidR="00547F29" w:rsidRPr="00A56784">
        <w:rPr>
          <w:rFonts w:ascii="Corbel" w:hAnsi="Corbel"/>
          <w:smallCaps w:val="0"/>
          <w:szCs w:val="24"/>
        </w:rPr>
        <w:t>:</w:t>
      </w:r>
      <w:r w:rsidR="00D04844" w:rsidRPr="00A56784">
        <w:rPr>
          <w:rFonts w:ascii="Corbel" w:hAnsi="Corbel"/>
          <w:b w:val="0"/>
          <w:smallCaps w:val="0"/>
          <w:szCs w:val="24"/>
        </w:rPr>
        <w:t xml:space="preserve"> analiza</w:t>
      </w:r>
      <w:r w:rsidR="005C4EDA" w:rsidRPr="00A56784">
        <w:rPr>
          <w:rFonts w:ascii="Corbel" w:hAnsi="Corbel"/>
          <w:b w:val="0"/>
          <w:smallCaps w:val="0"/>
          <w:szCs w:val="24"/>
        </w:rPr>
        <w:t xml:space="preserve"> i interpretacja</w:t>
      </w:r>
      <w:r w:rsidR="00D04844" w:rsidRPr="00A56784">
        <w:rPr>
          <w:rFonts w:ascii="Corbel" w:hAnsi="Corbel"/>
          <w:b w:val="0"/>
          <w:smallCaps w:val="0"/>
          <w:szCs w:val="24"/>
        </w:rPr>
        <w:t xml:space="preserve"> tekstów </w:t>
      </w:r>
      <w:r w:rsidR="007B026C" w:rsidRPr="00A56784">
        <w:rPr>
          <w:rFonts w:ascii="Corbel" w:hAnsi="Corbel"/>
          <w:b w:val="0"/>
          <w:smallCaps w:val="0"/>
          <w:szCs w:val="24"/>
        </w:rPr>
        <w:t xml:space="preserve">źródłowych </w:t>
      </w:r>
      <w:r w:rsidR="00D04844" w:rsidRPr="00A56784">
        <w:rPr>
          <w:rFonts w:ascii="Corbel" w:hAnsi="Corbel"/>
          <w:b w:val="0"/>
          <w:smallCaps w:val="0"/>
          <w:szCs w:val="24"/>
        </w:rPr>
        <w:t>z dyskusją</w:t>
      </w:r>
      <w:r w:rsidR="00547F29" w:rsidRPr="00A56784">
        <w:rPr>
          <w:rFonts w:ascii="Corbel" w:hAnsi="Corbel"/>
          <w:b w:val="0"/>
          <w:smallCaps w:val="0"/>
          <w:szCs w:val="24"/>
        </w:rPr>
        <w:t>, analiza przypadków</w:t>
      </w:r>
      <w:r w:rsidR="007B026C" w:rsidRPr="00A56784">
        <w:rPr>
          <w:rFonts w:ascii="Corbel" w:hAnsi="Corbel"/>
          <w:b w:val="0"/>
          <w:smallCaps w:val="0"/>
          <w:szCs w:val="24"/>
        </w:rPr>
        <w:t xml:space="preserve"> </w:t>
      </w:r>
      <w:r w:rsidR="00547F29" w:rsidRPr="00A56784">
        <w:rPr>
          <w:rFonts w:ascii="Corbel" w:hAnsi="Corbel"/>
          <w:b w:val="0"/>
          <w:smallCaps w:val="0"/>
          <w:szCs w:val="24"/>
        </w:rPr>
        <w:t>oraz wybranych orzeczeń, dyskusja</w:t>
      </w:r>
      <w:r w:rsidR="007B026C" w:rsidRPr="00A56784">
        <w:rPr>
          <w:rFonts w:ascii="Corbel" w:hAnsi="Corbel"/>
          <w:b w:val="0"/>
          <w:smallCaps w:val="0"/>
          <w:szCs w:val="24"/>
        </w:rPr>
        <w:t>, prezentacje multimedialne</w:t>
      </w:r>
      <w:r w:rsidR="00547F29" w:rsidRPr="00A56784">
        <w:rPr>
          <w:rFonts w:ascii="Corbel" w:hAnsi="Corbel"/>
          <w:b w:val="0"/>
          <w:smallCaps w:val="0"/>
          <w:szCs w:val="24"/>
        </w:rPr>
        <w:t>.</w:t>
      </w:r>
      <w:r w:rsidR="00BF2C41" w:rsidRPr="00A56784">
        <w:rPr>
          <w:rFonts w:ascii="Corbel" w:hAnsi="Corbel"/>
          <w:b w:val="0"/>
          <w:smallCaps w:val="0"/>
          <w:szCs w:val="24"/>
        </w:rPr>
        <w:t xml:space="preserve"> </w:t>
      </w:r>
    </w:p>
    <w:p w14:paraId="23275FA2" w14:textId="77777777" w:rsidR="00381723" w:rsidRPr="00A56784" w:rsidRDefault="00381723" w:rsidP="007B026C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</w:p>
    <w:p w14:paraId="1C8CE22A" w14:textId="77777777" w:rsidR="000C2850" w:rsidRDefault="000C2850">
      <w:pPr>
        <w:spacing w:after="0" w:line="240" w:lineRule="auto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smallCaps/>
          <w:szCs w:val="24"/>
        </w:rPr>
        <w:br w:type="page"/>
      </w:r>
    </w:p>
    <w:p w14:paraId="6AAE0B85" w14:textId="3ACB190D" w:rsidR="0085747A" w:rsidRPr="00A56784" w:rsidRDefault="00C61DC5" w:rsidP="00026341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A56784">
        <w:rPr>
          <w:rFonts w:ascii="Corbel" w:hAnsi="Corbel"/>
          <w:smallCaps w:val="0"/>
          <w:szCs w:val="24"/>
        </w:rPr>
        <w:lastRenderedPageBreak/>
        <w:t xml:space="preserve">4. </w:t>
      </w:r>
      <w:r w:rsidR="0085747A" w:rsidRPr="00A56784">
        <w:rPr>
          <w:rFonts w:ascii="Corbel" w:hAnsi="Corbel"/>
          <w:smallCaps w:val="0"/>
          <w:szCs w:val="24"/>
        </w:rPr>
        <w:t>METODY I KRYTERIA OCENY</w:t>
      </w:r>
      <w:r w:rsidR="009F4610" w:rsidRPr="00A56784">
        <w:rPr>
          <w:rFonts w:ascii="Corbel" w:hAnsi="Corbel"/>
          <w:smallCaps w:val="0"/>
          <w:szCs w:val="24"/>
        </w:rPr>
        <w:t xml:space="preserve"> </w:t>
      </w:r>
    </w:p>
    <w:p w14:paraId="31FCD432" w14:textId="77777777" w:rsidR="00923D7D" w:rsidRPr="00107B5C" w:rsidRDefault="00923D7D" w:rsidP="00026341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color w:val="FF0000"/>
          <w:szCs w:val="24"/>
        </w:rPr>
      </w:pPr>
    </w:p>
    <w:p w14:paraId="4B6544B3" w14:textId="77777777" w:rsidR="0085747A" w:rsidRPr="00A56784" w:rsidRDefault="0085747A" w:rsidP="00026341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A56784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A56784">
        <w:rPr>
          <w:rFonts w:ascii="Corbel" w:hAnsi="Corbel"/>
          <w:smallCaps w:val="0"/>
          <w:szCs w:val="24"/>
        </w:rPr>
        <w:t>uczenia się</w:t>
      </w:r>
    </w:p>
    <w:p w14:paraId="07096C42" w14:textId="77777777" w:rsidR="0085747A" w:rsidRPr="00A56784" w:rsidRDefault="0085747A" w:rsidP="0002634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05"/>
        <w:gridCol w:w="6098"/>
        <w:gridCol w:w="2117"/>
      </w:tblGrid>
      <w:tr w:rsidR="00A56784" w:rsidRPr="00A56784" w14:paraId="4A1A00F1" w14:textId="77777777" w:rsidTr="003B7D22">
        <w:tc>
          <w:tcPr>
            <w:tcW w:w="1305" w:type="dxa"/>
            <w:vAlign w:val="center"/>
          </w:tcPr>
          <w:p w14:paraId="0F8AE2AB" w14:textId="77777777" w:rsidR="0085747A" w:rsidRPr="00A56784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56784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6098" w:type="dxa"/>
            <w:vAlign w:val="center"/>
          </w:tcPr>
          <w:p w14:paraId="5E26608F" w14:textId="3F51E490" w:rsidR="0085747A" w:rsidRPr="00A56784" w:rsidRDefault="00A84C85" w:rsidP="7018410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7018410C">
              <w:rPr>
                <w:rFonts w:ascii="Corbel" w:hAnsi="Corbel"/>
                <w:b w:val="0"/>
                <w:smallCaps w:val="0"/>
              </w:rPr>
              <w:t xml:space="preserve">Metody oceny efektów uczenia </w:t>
            </w:r>
            <w:r w:rsidR="2E4C7314" w:rsidRPr="7018410C">
              <w:rPr>
                <w:rFonts w:ascii="Corbel" w:hAnsi="Corbel"/>
                <w:b w:val="0"/>
                <w:smallCaps w:val="0"/>
              </w:rPr>
              <w:t xml:space="preserve">się </w:t>
            </w:r>
          </w:p>
          <w:p w14:paraId="01532EC3" w14:textId="77777777" w:rsidR="0085747A" w:rsidRPr="00A56784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56784">
              <w:rPr>
                <w:rFonts w:ascii="Corbel" w:hAnsi="Corbel"/>
                <w:b w:val="0"/>
                <w:smallCaps w:val="0"/>
                <w:szCs w:val="24"/>
              </w:rPr>
              <w:t>(</w:t>
            </w:r>
            <w:r w:rsidR="0085747A" w:rsidRPr="00A56784">
              <w:rPr>
                <w:rFonts w:ascii="Corbel" w:hAnsi="Corbel"/>
                <w:b w:val="0"/>
                <w:smallCaps w:val="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6F359606" w14:textId="77777777" w:rsidR="00923D7D" w:rsidRPr="00A56784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56784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75C9644E" w14:textId="77777777" w:rsidR="0085747A" w:rsidRPr="00A56784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56784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A56784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A56784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A56784" w:rsidRPr="00A56784" w14:paraId="22C977DB" w14:textId="77777777" w:rsidTr="003B7D22">
        <w:tc>
          <w:tcPr>
            <w:tcW w:w="1305" w:type="dxa"/>
          </w:tcPr>
          <w:p w14:paraId="62A2FA16" w14:textId="319D9EBA" w:rsidR="00DE1049" w:rsidRPr="000C2850" w:rsidRDefault="000C2850" w:rsidP="00DE104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C2850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098" w:type="dxa"/>
          </w:tcPr>
          <w:p w14:paraId="21610459" w14:textId="15E1F54A" w:rsidR="00DE1049" w:rsidRPr="000C2850" w:rsidRDefault="00511A0D" w:rsidP="00DE104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0C2850">
              <w:rPr>
                <w:rFonts w:ascii="Corbel" w:hAnsi="Corbel"/>
                <w:b w:val="0"/>
                <w:smallCaps w:val="0"/>
                <w:sz w:val="22"/>
              </w:rPr>
              <w:t xml:space="preserve">Egzamin ustny lub pisemny, </w:t>
            </w:r>
            <w:r w:rsidR="00D04844" w:rsidRPr="000C2850">
              <w:rPr>
                <w:rFonts w:ascii="Corbel" w:hAnsi="Corbel"/>
                <w:b w:val="0"/>
                <w:smallCaps w:val="0"/>
                <w:sz w:val="22"/>
              </w:rPr>
              <w:t>Zaliczenie na</w:t>
            </w:r>
            <w:r w:rsidR="00547F29" w:rsidRPr="000C2850">
              <w:rPr>
                <w:rFonts w:ascii="Corbel" w:hAnsi="Corbel"/>
                <w:b w:val="0"/>
                <w:smallCaps w:val="0"/>
                <w:sz w:val="22"/>
              </w:rPr>
              <w:t xml:space="preserve"> oceną </w:t>
            </w:r>
            <w:r w:rsidR="00793E2D" w:rsidRPr="000C2850">
              <w:rPr>
                <w:rFonts w:ascii="Corbel" w:hAnsi="Corbel"/>
                <w:b w:val="0"/>
                <w:smallCaps w:val="0"/>
                <w:sz w:val="22"/>
              </w:rPr>
              <w:br/>
            </w:r>
            <w:r w:rsidR="00547F29" w:rsidRPr="000C2850">
              <w:rPr>
                <w:rFonts w:ascii="Corbel" w:hAnsi="Corbel"/>
                <w:b w:val="0"/>
                <w:smallCaps w:val="0"/>
                <w:sz w:val="22"/>
              </w:rPr>
              <w:t>w formie ustnej lub pisemnej</w:t>
            </w:r>
            <w:r w:rsidR="000723AC" w:rsidRPr="000C2850">
              <w:rPr>
                <w:rFonts w:ascii="Corbel" w:hAnsi="Corbel"/>
                <w:b w:val="0"/>
                <w:smallCaps w:val="0"/>
                <w:sz w:val="22"/>
              </w:rPr>
              <w:t>, obserwacja w trakcie zajęć</w:t>
            </w:r>
          </w:p>
        </w:tc>
        <w:tc>
          <w:tcPr>
            <w:tcW w:w="2117" w:type="dxa"/>
          </w:tcPr>
          <w:p w14:paraId="21F08275" w14:textId="582973F5" w:rsidR="00DE1049" w:rsidRPr="000C2850" w:rsidRDefault="00E6567A" w:rsidP="00DE104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C2850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="00511A0D" w:rsidRPr="000C2850">
              <w:rPr>
                <w:rFonts w:ascii="Corbel" w:hAnsi="Corbel"/>
                <w:b w:val="0"/>
                <w:smallCaps w:val="0"/>
                <w:szCs w:val="24"/>
              </w:rPr>
              <w:t>, ćw.</w:t>
            </w:r>
          </w:p>
        </w:tc>
      </w:tr>
      <w:tr w:rsidR="00A56784" w:rsidRPr="00A56784" w14:paraId="7FDAA5D6" w14:textId="77777777" w:rsidTr="003B7D22">
        <w:tc>
          <w:tcPr>
            <w:tcW w:w="1305" w:type="dxa"/>
          </w:tcPr>
          <w:p w14:paraId="2607CCA0" w14:textId="06DF17FF" w:rsidR="00DE1049" w:rsidRPr="000C2850" w:rsidRDefault="000C2850" w:rsidP="00DE104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C2850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8" w:type="dxa"/>
          </w:tcPr>
          <w:p w14:paraId="1441D538" w14:textId="11E4E997" w:rsidR="00DE1049" w:rsidRPr="000C2850" w:rsidRDefault="005B1272" w:rsidP="00DE104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0C2850">
              <w:rPr>
                <w:rFonts w:ascii="Corbel" w:hAnsi="Corbel"/>
                <w:b w:val="0"/>
                <w:smallCaps w:val="0"/>
                <w:sz w:val="22"/>
              </w:rPr>
              <w:t xml:space="preserve">Egzamin ustny lub pisemny, Zaliczenie na oceną </w:t>
            </w:r>
            <w:r w:rsidR="00793E2D" w:rsidRPr="000C2850">
              <w:rPr>
                <w:rFonts w:ascii="Corbel" w:hAnsi="Corbel"/>
                <w:b w:val="0"/>
                <w:smallCaps w:val="0"/>
                <w:sz w:val="22"/>
              </w:rPr>
              <w:br/>
            </w:r>
            <w:r w:rsidRPr="000C2850">
              <w:rPr>
                <w:rFonts w:ascii="Corbel" w:hAnsi="Corbel"/>
                <w:b w:val="0"/>
                <w:smallCaps w:val="0"/>
                <w:sz w:val="22"/>
              </w:rPr>
              <w:t>w formie ustnej lub pisemnej, obserwacja w trakcie zajęć</w:t>
            </w:r>
          </w:p>
        </w:tc>
        <w:tc>
          <w:tcPr>
            <w:tcW w:w="2117" w:type="dxa"/>
          </w:tcPr>
          <w:p w14:paraId="3C9D7692" w14:textId="77E6C0CB" w:rsidR="00DE1049" w:rsidRPr="000C2850" w:rsidRDefault="00E6567A" w:rsidP="00DE104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C2850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="00511A0D" w:rsidRPr="000C2850">
              <w:rPr>
                <w:rFonts w:ascii="Corbel" w:hAnsi="Corbel"/>
                <w:b w:val="0"/>
                <w:smallCaps w:val="0"/>
                <w:szCs w:val="24"/>
              </w:rPr>
              <w:t>, ćw.</w:t>
            </w:r>
          </w:p>
        </w:tc>
      </w:tr>
      <w:tr w:rsidR="00A56784" w:rsidRPr="00A56784" w14:paraId="02E5B120" w14:textId="77777777" w:rsidTr="003B7D22">
        <w:tc>
          <w:tcPr>
            <w:tcW w:w="1305" w:type="dxa"/>
          </w:tcPr>
          <w:p w14:paraId="02190B0A" w14:textId="37A83D9F" w:rsidR="00DE1049" w:rsidRPr="000C2850" w:rsidRDefault="000C2850" w:rsidP="00DE104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C2850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8" w:type="dxa"/>
          </w:tcPr>
          <w:p w14:paraId="15C941B2" w14:textId="188BCA89" w:rsidR="00DE1049" w:rsidRPr="000C2850" w:rsidRDefault="005B1272" w:rsidP="00DE104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0C2850">
              <w:rPr>
                <w:rFonts w:ascii="Corbel" w:hAnsi="Corbel"/>
                <w:b w:val="0"/>
                <w:smallCaps w:val="0"/>
                <w:sz w:val="22"/>
              </w:rPr>
              <w:t xml:space="preserve">Egzamin ustny lub pisemny, Zaliczenie na oceną </w:t>
            </w:r>
            <w:r w:rsidR="00793E2D" w:rsidRPr="000C2850">
              <w:rPr>
                <w:rFonts w:ascii="Corbel" w:hAnsi="Corbel"/>
                <w:b w:val="0"/>
                <w:smallCaps w:val="0"/>
                <w:sz w:val="22"/>
              </w:rPr>
              <w:br/>
            </w:r>
            <w:r w:rsidRPr="000C2850">
              <w:rPr>
                <w:rFonts w:ascii="Corbel" w:hAnsi="Corbel"/>
                <w:b w:val="0"/>
                <w:smallCaps w:val="0"/>
                <w:sz w:val="22"/>
              </w:rPr>
              <w:t>w formie ustnej lub pisemnej, obserwacja w trakcie zajęć</w:t>
            </w:r>
          </w:p>
        </w:tc>
        <w:tc>
          <w:tcPr>
            <w:tcW w:w="2117" w:type="dxa"/>
          </w:tcPr>
          <w:p w14:paraId="64EA12F2" w14:textId="284AC31E" w:rsidR="00DE1049" w:rsidRPr="000C2850" w:rsidRDefault="00E6567A" w:rsidP="00DE104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C2850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="00511A0D" w:rsidRPr="000C2850">
              <w:rPr>
                <w:rFonts w:ascii="Corbel" w:hAnsi="Corbel"/>
                <w:b w:val="0"/>
                <w:smallCaps w:val="0"/>
                <w:szCs w:val="24"/>
              </w:rPr>
              <w:t>, ćw.</w:t>
            </w:r>
          </w:p>
        </w:tc>
      </w:tr>
      <w:tr w:rsidR="00A56784" w:rsidRPr="00A56784" w14:paraId="14EC8BB0" w14:textId="77777777" w:rsidTr="003B7D22">
        <w:tc>
          <w:tcPr>
            <w:tcW w:w="1305" w:type="dxa"/>
          </w:tcPr>
          <w:p w14:paraId="40C8B89F" w14:textId="4C50C824" w:rsidR="0011010D" w:rsidRPr="000C2850" w:rsidRDefault="000C2850" w:rsidP="00DE104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C2850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8" w:type="dxa"/>
          </w:tcPr>
          <w:p w14:paraId="6F5F74BE" w14:textId="45E5BB84" w:rsidR="0011010D" w:rsidRPr="000C2850" w:rsidRDefault="005B1272" w:rsidP="00DE104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0C2850">
              <w:rPr>
                <w:rFonts w:ascii="Corbel" w:hAnsi="Corbel"/>
                <w:b w:val="0"/>
                <w:smallCaps w:val="0"/>
                <w:sz w:val="22"/>
              </w:rPr>
              <w:t xml:space="preserve">Egzamin ustny lub pisemny, Zaliczenie na oceną </w:t>
            </w:r>
            <w:r w:rsidR="00793E2D" w:rsidRPr="000C2850">
              <w:rPr>
                <w:rFonts w:ascii="Corbel" w:hAnsi="Corbel"/>
                <w:b w:val="0"/>
                <w:smallCaps w:val="0"/>
                <w:sz w:val="22"/>
              </w:rPr>
              <w:br/>
            </w:r>
            <w:r w:rsidRPr="000C2850">
              <w:rPr>
                <w:rFonts w:ascii="Corbel" w:hAnsi="Corbel"/>
                <w:b w:val="0"/>
                <w:smallCaps w:val="0"/>
                <w:sz w:val="22"/>
              </w:rPr>
              <w:t>w formie ustnej lub pisemnej, obserwacja w trakcie zajęć</w:t>
            </w:r>
          </w:p>
        </w:tc>
        <w:tc>
          <w:tcPr>
            <w:tcW w:w="2117" w:type="dxa"/>
          </w:tcPr>
          <w:p w14:paraId="3C0E8AB8" w14:textId="52253A61" w:rsidR="0011010D" w:rsidRPr="000C2850" w:rsidRDefault="00E6567A" w:rsidP="00DE104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C2850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="00511A0D" w:rsidRPr="000C2850">
              <w:rPr>
                <w:rFonts w:ascii="Corbel" w:hAnsi="Corbel"/>
                <w:b w:val="0"/>
                <w:smallCaps w:val="0"/>
                <w:szCs w:val="24"/>
              </w:rPr>
              <w:t>, ćw.</w:t>
            </w:r>
          </w:p>
        </w:tc>
      </w:tr>
      <w:tr w:rsidR="00A56784" w:rsidRPr="00A56784" w14:paraId="6F1B8DCE" w14:textId="77777777" w:rsidTr="003B7D22">
        <w:tc>
          <w:tcPr>
            <w:tcW w:w="1305" w:type="dxa"/>
          </w:tcPr>
          <w:p w14:paraId="51B7A66B" w14:textId="521ADC94" w:rsidR="0011010D" w:rsidRPr="000C2850" w:rsidRDefault="000C2850" w:rsidP="00DE104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C2850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8" w:type="dxa"/>
          </w:tcPr>
          <w:p w14:paraId="0D783BA7" w14:textId="19579750" w:rsidR="0011010D" w:rsidRPr="000C2850" w:rsidRDefault="005B1272" w:rsidP="00DE104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0C2850">
              <w:rPr>
                <w:rFonts w:ascii="Corbel" w:hAnsi="Corbel"/>
                <w:b w:val="0"/>
                <w:smallCaps w:val="0"/>
                <w:sz w:val="22"/>
              </w:rPr>
              <w:t xml:space="preserve">Egzamin ustny lub pisemny, Zaliczenie na oceną </w:t>
            </w:r>
            <w:r w:rsidR="00793E2D" w:rsidRPr="000C2850">
              <w:rPr>
                <w:rFonts w:ascii="Corbel" w:hAnsi="Corbel"/>
                <w:b w:val="0"/>
                <w:smallCaps w:val="0"/>
                <w:sz w:val="22"/>
              </w:rPr>
              <w:br/>
            </w:r>
            <w:r w:rsidRPr="000C2850">
              <w:rPr>
                <w:rFonts w:ascii="Corbel" w:hAnsi="Corbel"/>
                <w:b w:val="0"/>
                <w:smallCaps w:val="0"/>
                <w:sz w:val="22"/>
              </w:rPr>
              <w:t>w formie ustnej lub pisemnej, obserwacja w trakcie zajęć</w:t>
            </w:r>
          </w:p>
        </w:tc>
        <w:tc>
          <w:tcPr>
            <w:tcW w:w="2117" w:type="dxa"/>
          </w:tcPr>
          <w:p w14:paraId="589534E8" w14:textId="4653EB57" w:rsidR="0011010D" w:rsidRPr="000C2850" w:rsidRDefault="00E6567A" w:rsidP="00DE104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C2850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="00511A0D" w:rsidRPr="000C2850">
              <w:rPr>
                <w:rFonts w:ascii="Corbel" w:hAnsi="Corbel"/>
                <w:b w:val="0"/>
                <w:smallCaps w:val="0"/>
                <w:szCs w:val="24"/>
              </w:rPr>
              <w:t>, ćw.</w:t>
            </w:r>
          </w:p>
        </w:tc>
      </w:tr>
      <w:tr w:rsidR="00A56784" w:rsidRPr="00A56784" w14:paraId="0914145B" w14:textId="77777777" w:rsidTr="003B7D22">
        <w:tc>
          <w:tcPr>
            <w:tcW w:w="1305" w:type="dxa"/>
          </w:tcPr>
          <w:p w14:paraId="0F1C1CC3" w14:textId="6B8CE8E3" w:rsidR="000723AC" w:rsidRPr="000C2850" w:rsidRDefault="000C2850" w:rsidP="00DE104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C2850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8" w:type="dxa"/>
          </w:tcPr>
          <w:p w14:paraId="4488214F" w14:textId="5054A22A" w:rsidR="000723AC" w:rsidRPr="000C2850" w:rsidRDefault="005B1272" w:rsidP="00DE104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0C2850">
              <w:rPr>
                <w:rFonts w:ascii="Corbel" w:hAnsi="Corbel"/>
                <w:b w:val="0"/>
                <w:smallCaps w:val="0"/>
                <w:sz w:val="22"/>
              </w:rPr>
              <w:t xml:space="preserve">Egzamin ustny lub pisemny, Zaliczenie na oceną </w:t>
            </w:r>
            <w:r w:rsidR="00793E2D" w:rsidRPr="000C2850">
              <w:rPr>
                <w:rFonts w:ascii="Corbel" w:hAnsi="Corbel"/>
                <w:b w:val="0"/>
                <w:smallCaps w:val="0"/>
                <w:sz w:val="22"/>
              </w:rPr>
              <w:br/>
            </w:r>
            <w:r w:rsidRPr="000C2850">
              <w:rPr>
                <w:rFonts w:ascii="Corbel" w:hAnsi="Corbel"/>
                <w:b w:val="0"/>
                <w:smallCaps w:val="0"/>
                <w:sz w:val="22"/>
              </w:rPr>
              <w:t>w formie ustnej lub pisemnej, obserwacja w trakcie zajęć</w:t>
            </w:r>
          </w:p>
        </w:tc>
        <w:tc>
          <w:tcPr>
            <w:tcW w:w="2117" w:type="dxa"/>
          </w:tcPr>
          <w:p w14:paraId="35729D94" w14:textId="4F8AFF34" w:rsidR="000723AC" w:rsidRPr="000C2850" w:rsidRDefault="00E6567A" w:rsidP="00DE104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C2850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="00511A0D" w:rsidRPr="000C2850">
              <w:rPr>
                <w:rFonts w:ascii="Corbel" w:hAnsi="Corbel"/>
                <w:b w:val="0"/>
                <w:smallCaps w:val="0"/>
                <w:szCs w:val="24"/>
              </w:rPr>
              <w:t>, ćw.</w:t>
            </w:r>
          </w:p>
        </w:tc>
      </w:tr>
      <w:tr w:rsidR="00A56784" w:rsidRPr="00A56784" w14:paraId="50AE4AB1" w14:textId="77777777" w:rsidTr="003B7D22">
        <w:tc>
          <w:tcPr>
            <w:tcW w:w="1305" w:type="dxa"/>
          </w:tcPr>
          <w:p w14:paraId="625D9583" w14:textId="17CF457A" w:rsidR="000723AC" w:rsidRPr="000C2850" w:rsidRDefault="000C2850" w:rsidP="00DE104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C2850"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6098" w:type="dxa"/>
          </w:tcPr>
          <w:p w14:paraId="3B3DB41B" w14:textId="59DE17BF" w:rsidR="000723AC" w:rsidRPr="000C2850" w:rsidRDefault="005B1272" w:rsidP="00DE104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0C2850">
              <w:rPr>
                <w:rFonts w:ascii="Corbel" w:hAnsi="Corbel"/>
                <w:b w:val="0"/>
                <w:smallCaps w:val="0"/>
                <w:sz w:val="22"/>
              </w:rPr>
              <w:t xml:space="preserve">Egzamin ustny lub pisemny, Zaliczenie na oceną </w:t>
            </w:r>
            <w:r w:rsidR="00793E2D" w:rsidRPr="000C2850">
              <w:rPr>
                <w:rFonts w:ascii="Corbel" w:hAnsi="Corbel"/>
                <w:b w:val="0"/>
                <w:smallCaps w:val="0"/>
                <w:sz w:val="22"/>
              </w:rPr>
              <w:br/>
            </w:r>
            <w:r w:rsidRPr="000C2850">
              <w:rPr>
                <w:rFonts w:ascii="Corbel" w:hAnsi="Corbel"/>
                <w:b w:val="0"/>
                <w:smallCaps w:val="0"/>
                <w:sz w:val="22"/>
              </w:rPr>
              <w:t>w formie ustnej lub pisemnej, obserwacja w trakcie zajęć</w:t>
            </w:r>
          </w:p>
        </w:tc>
        <w:tc>
          <w:tcPr>
            <w:tcW w:w="2117" w:type="dxa"/>
          </w:tcPr>
          <w:p w14:paraId="493350C4" w14:textId="547FACF3" w:rsidR="000723AC" w:rsidRPr="000C2850" w:rsidRDefault="00E6567A" w:rsidP="00DE104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C2850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="00511A0D" w:rsidRPr="000C2850">
              <w:rPr>
                <w:rFonts w:ascii="Corbel" w:hAnsi="Corbel"/>
                <w:b w:val="0"/>
                <w:smallCaps w:val="0"/>
                <w:szCs w:val="24"/>
              </w:rPr>
              <w:t>, ćw.</w:t>
            </w:r>
          </w:p>
        </w:tc>
      </w:tr>
    </w:tbl>
    <w:p w14:paraId="359D6822" w14:textId="77777777" w:rsidR="00923D7D" w:rsidRPr="000C2850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FF0000"/>
          <w:szCs w:val="24"/>
        </w:rPr>
      </w:pPr>
    </w:p>
    <w:p w14:paraId="72B09DB7" w14:textId="77777777" w:rsidR="0085747A" w:rsidRPr="00297F42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297F42">
        <w:rPr>
          <w:rFonts w:ascii="Corbel" w:hAnsi="Corbel"/>
          <w:smallCaps w:val="0"/>
          <w:szCs w:val="24"/>
        </w:rPr>
        <w:t xml:space="preserve">4.2 </w:t>
      </w:r>
      <w:r w:rsidR="0085747A" w:rsidRPr="00297F42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297F42">
        <w:rPr>
          <w:rFonts w:ascii="Corbel" w:hAnsi="Corbel"/>
          <w:smallCaps w:val="0"/>
          <w:szCs w:val="24"/>
        </w:rPr>
        <w:t xml:space="preserve"> </w:t>
      </w:r>
    </w:p>
    <w:p w14:paraId="7C9F6C9D" w14:textId="77777777" w:rsidR="00923D7D" w:rsidRPr="000C2850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297F42" w:rsidRPr="00297F42" w14:paraId="59F60B22" w14:textId="77777777" w:rsidTr="090AB57E">
        <w:tc>
          <w:tcPr>
            <w:tcW w:w="9670" w:type="dxa"/>
          </w:tcPr>
          <w:p w14:paraId="1DCD8008" w14:textId="450957A5" w:rsidR="00E6567A" w:rsidRPr="009310F8" w:rsidRDefault="000C2850" w:rsidP="00026341">
            <w:pPr>
              <w:spacing w:before="60"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eastAsia="Times New Roman" w:hAnsi="Corbel"/>
                <w:b/>
                <w:bCs/>
                <w:color w:val="201F1E"/>
                <w:sz w:val="24"/>
                <w:szCs w:val="24"/>
              </w:rPr>
              <w:t>E</w:t>
            </w:r>
            <w:r w:rsidR="00E6567A" w:rsidRPr="009310F8">
              <w:rPr>
                <w:rFonts w:ascii="Corbel" w:eastAsia="Times New Roman" w:hAnsi="Corbel"/>
                <w:b/>
                <w:bCs/>
                <w:color w:val="201F1E"/>
                <w:sz w:val="24"/>
                <w:szCs w:val="24"/>
              </w:rPr>
              <w:t>gzamin:</w:t>
            </w:r>
          </w:p>
          <w:p w14:paraId="6D0C5B50" w14:textId="43A67A95" w:rsidR="0085747A" w:rsidRPr="009310F8" w:rsidRDefault="52996AEB" w:rsidP="00026341">
            <w:pPr>
              <w:spacing w:before="60"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310F8">
              <w:rPr>
                <w:rFonts w:ascii="Corbel" w:hAnsi="Corbel" w:cs="Calibri"/>
                <w:sz w:val="24"/>
                <w:szCs w:val="24"/>
              </w:rPr>
              <w:t>Warunkiem zdania egzaminu jest uzyskanie pozytywnej oceny</w:t>
            </w:r>
            <w:r w:rsidRPr="009310F8">
              <w:rPr>
                <w:rFonts w:ascii="Corbel" w:hAnsi="Corbel" w:cs="Calibri"/>
                <w:smallCaps/>
                <w:sz w:val="24"/>
                <w:szCs w:val="24"/>
              </w:rPr>
              <w:t>.</w:t>
            </w:r>
            <w:r w:rsidRPr="009310F8">
              <w:rPr>
                <w:rFonts w:ascii="Corbel" w:hAnsi="Corbel" w:cs="Calibri"/>
                <w:sz w:val="24"/>
                <w:szCs w:val="24"/>
              </w:rPr>
              <w:t xml:space="preserve"> Egzamin może mieć formę pisemną lub ustną. Polega na odpowiedzi na zadane pytania. Egzamin zawierać może pytania testowe, otwarte oraz problemowe. </w:t>
            </w:r>
            <w:r w:rsidRPr="009310F8">
              <w:rPr>
                <w:rFonts w:ascii="Corbel" w:hAnsi="Corbel" w:cs="Calibri"/>
                <w:b/>
                <w:bCs/>
                <w:smallCaps/>
                <w:sz w:val="24"/>
                <w:szCs w:val="24"/>
              </w:rPr>
              <w:t xml:space="preserve"> </w:t>
            </w:r>
          </w:p>
          <w:p w14:paraId="60738F93" w14:textId="73DB8CD9" w:rsidR="0085747A" w:rsidRPr="009310F8" w:rsidRDefault="52996AEB" w:rsidP="00026341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310F8">
              <w:rPr>
                <w:rFonts w:ascii="Corbel" w:hAnsi="Corbel" w:cs="Calibri"/>
                <w:sz w:val="24"/>
                <w:szCs w:val="24"/>
              </w:rPr>
              <w:t>Kryteriami  oceny odpowiedzi są: kompletność odpowiedzi, poprawna terminologia, aktualny stan prawny.</w:t>
            </w:r>
            <w:r w:rsidRPr="009310F8">
              <w:rPr>
                <w:rFonts w:ascii="Corbel" w:hAnsi="Corbel" w:cs="Calibri"/>
                <w:b/>
                <w:bCs/>
                <w:smallCaps/>
                <w:sz w:val="24"/>
                <w:szCs w:val="24"/>
              </w:rPr>
              <w:t xml:space="preserve"> </w:t>
            </w:r>
          </w:p>
          <w:p w14:paraId="22CE3C74" w14:textId="58773E25" w:rsidR="0085747A" w:rsidRPr="009310F8" w:rsidRDefault="52996AEB" w:rsidP="00026341">
            <w:pPr>
              <w:spacing w:before="60"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310F8">
              <w:rPr>
                <w:rFonts w:ascii="Corbel" w:hAnsi="Corbel" w:cs="Calibri"/>
                <w:sz w:val="24"/>
                <w:szCs w:val="24"/>
              </w:rPr>
              <w:t>Przyjmuje się następującą skalę ocen:</w:t>
            </w:r>
            <w:r w:rsidRPr="009310F8">
              <w:rPr>
                <w:rFonts w:ascii="Corbel" w:hAnsi="Corbel" w:cs="Calibri"/>
                <w:b/>
                <w:bCs/>
                <w:smallCaps/>
                <w:sz w:val="24"/>
                <w:szCs w:val="24"/>
              </w:rPr>
              <w:t xml:space="preserve"> </w:t>
            </w:r>
          </w:p>
          <w:p w14:paraId="24E1798B" w14:textId="76D910A8" w:rsidR="0085747A" w:rsidRPr="009310F8" w:rsidRDefault="52996AEB" w:rsidP="003B7D2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9310F8">
              <w:rPr>
                <w:rFonts w:ascii="Corbel" w:hAnsi="Corbel" w:cs="Calibri"/>
                <w:color w:val="000000" w:themeColor="text1"/>
                <w:sz w:val="24"/>
                <w:szCs w:val="24"/>
              </w:rPr>
              <w:t>bdb</w:t>
            </w:r>
            <w:proofErr w:type="spellEnd"/>
            <w:r w:rsidRPr="009310F8">
              <w:rPr>
                <w:rFonts w:ascii="Corbel" w:hAnsi="Corbel" w:cs="Calibri"/>
                <w:color w:val="000000" w:themeColor="text1"/>
                <w:sz w:val="24"/>
                <w:szCs w:val="24"/>
              </w:rPr>
              <w:t xml:space="preserve"> – powyższej 90% poprawnych odpowiedzi, </w:t>
            </w:r>
          </w:p>
          <w:p w14:paraId="6DD2116D" w14:textId="7FC73D9E" w:rsidR="0085747A" w:rsidRPr="009310F8" w:rsidRDefault="52996AEB" w:rsidP="003B7D2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310F8">
              <w:rPr>
                <w:rFonts w:ascii="Corbel" w:hAnsi="Corbel" w:cs="Calibri"/>
                <w:color w:val="000000" w:themeColor="text1"/>
                <w:sz w:val="24"/>
                <w:szCs w:val="24"/>
              </w:rPr>
              <w:t xml:space="preserve">plus </w:t>
            </w:r>
            <w:proofErr w:type="spellStart"/>
            <w:r w:rsidRPr="009310F8">
              <w:rPr>
                <w:rFonts w:ascii="Corbel" w:hAnsi="Corbel" w:cs="Calibri"/>
                <w:color w:val="000000" w:themeColor="text1"/>
                <w:sz w:val="24"/>
                <w:szCs w:val="24"/>
              </w:rPr>
              <w:t>db</w:t>
            </w:r>
            <w:proofErr w:type="spellEnd"/>
            <w:r w:rsidRPr="009310F8">
              <w:rPr>
                <w:rFonts w:ascii="Corbel" w:hAnsi="Corbel" w:cs="Calibri"/>
                <w:color w:val="000000" w:themeColor="text1"/>
                <w:sz w:val="24"/>
                <w:szCs w:val="24"/>
              </w:rPr>
              <w:t xml:space="preserve"> – 81 – 89%, </w:t>
            </w:r>
          </w:p>
          <w:p w14:paraId="2D5DF1AE" w14:textId="25C88856" w:rsidR="0085747A" w:rsidRPr="009310F8" w:rsidRDefault="52996AEB" w:rsidP="003B7D2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9310F8">
              <w:rPr>
                <w:rFonts w:ascii="Corbel" w:hAnsi="Corbel" w:cs="Calibri"/>
                <w:color w:val="000000" w:themeColor="text1"/>
                <w:sz w:val="24"/>
                <w:szCs w:val="24"/>
              </w:rPr>
              <w:t>db</w:t>
            </w:r>
            <w:proofErr w:type="spellEnd"/>
            <w:r w:rsidRPr="009310F8">
              <w:rPr>
                <w:rFonts w:ascii="Corbel" w:hAnsi="Corbel" w:cs="Calibri"/>
                <w:color w:val="000000" w:themeColor="text1"/>
                <w:sz w:val="24"/>
                <w:szCs w:val="24"/>
              </w:rPr>
              <w:t xml:space="preserve"> –  70 – 80%, </w:t>
            </w:r>
          </w:p>
          <w:p w14:paraId="52B65F4F" w14:textId="54D9F148" w:rsidR="0085747A" w:rsidRPr="009310F8" w:rsidRDefault="52996AEB" w:rsidP="003B7D2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310F8">
              <w:rPr>
                <w:rFonts w:ascii="Corbel" w:hAnsi="Corbel" w:cs="Calibri"/>
                <w:color w:val="000000" w:themeColor="text1"/>
                <w:sz w:val="24"/>
                <w:szCs w:val="24"/>
              </w:rPr>
              <w:t xml:space="preserve">plus </w:t>
            </w:r>
            <w:proofErr w:type="spellStart"/>
            <w:r w:rsidRPr="009310F8">
              <w:rPr>
                <w:rFonts w:ascii="Corbel" w:hAnsi="Corbel" w:cs="Calibri"/>
                <w:color w:val="000000" w:themeColor="text1"/>
                <w:sz w:val="24"/>
                <w:szCs w:val="24"/>
              </w:rPr>
              <w:t>dst</w:t>
            </w:r>
            <w:proofErr w:type="spellEnd"/>
            <w:r w:rsidRPr="009310F8">
              <w:rPr>
                <w:rFonts w:ascii="Corbel" w:hAnsi="Corbel" w:cs="Calibri"/>
                <w:color w:val="000000" w:themeColor="text1"/>
                <w:sz w:val="24"/>
                <w:szCs w:val="24"/>
              </w:rPr>
              <w:t xml:space="preserve"> – 61 -69%, </w:t>
            </w:r>
          </w:p>
          <w:p w14:paraId="5A3B8BDA" w14:textId="1065B5EC" w:rsidR="0085747A" w:rsidRPr="009310F8" w:rsidRDefault="52996AEB" w:rsidP="003B7D2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9310F8">
              <w:rPr>
                <w:rFonts w:ascii="Corbel" w:hAnsi="Corbel" w:cs="Calibri"/>
                <w:color w:val="000000" w:themeColor="text1"/>
                <w:sz w:val="24"/>
                <w:szCs w:val="24"/>
              </w:rPr>
              <w:t>dst</w:t>
            </w:r>
            <w:proofErr w:type="spellEnd"/>
            <w:r w:rsidRPr="009310F8">
              <w:rPr>
                <w:rFonts w:ascii="Corbel" w:hAnsi="Corbel" w:cs="Calibri"/>
                <w:color w:val="000000" w:themeColor="text1"/>
                <w:sz w:val="24"/>
                <w:szCs w:val="24"/>
              </w:rPr>
              <w:t xml:space="preserve"> – 51 – 60%, </w:t>
            </w:r>
          </w:p>
          <w:p w14:paraId="5873C3B0" w14:textId="2AA99AF6" w:rsidR="00E6567A" w:rsidRPr="009310F8" w:rsidRDefault="52996AEB" w:rsidP="003B7D22">
            <w:pPr>
              <w:spacing w:after="0" w:line="240" w:lineRule="auto"/>
              <w:rPr>
                <w:rFonts w:ascii="Corbel" w:hAnsi="Corbel" w:cs="Calibri"/>
                <w:color w:val="000000" w:themeColor="text1"/>
                <w:sz w:val="24"/>
                <w:szCs w:val="24"/>
              </w:rPr>
            </w:pPr>
            <w:proofErr w:type="spellStart"/>
            <w:r w:rsidRPr="009310F8">
              <w:rPr>
                <w:rFonts w:ascii="Corbel" w:hAnsi="Corbel" w:cs="Calibri"/>
                <w:color w:val="000000" w:themeColor="text1"/>
                <w:sz w:val="24"/>
                <w:szCs w:val="24"/>
              </w:rPr>
              <w:t>ndst</w:t>
            </w:r>
            <w:proofErr w:type="spellEnd"/>
            <w:r w:rsidRPr="009310F8">
              <w:rPr>
                <w:rFonts w:ascii="Corbel" w:hAnsi="Corbel" w:cs="Calibri"/>
                <w:color w:val="000000" w:themeColor="text1"/>
                <w:sz w:val="24"/>
                <w:szCs w:val="24"/>
              </w:rPr>
              <w:t xml:space="preserve">.- poniżej 50 %. </w:t>
            </w:r>
          </w:p>
          <w:p w14:paraId="11819405" w14:textId="4596779A" w:rsidR="0085747A" w:rsidRPr="009310F8" w:rsidRDefault="00E6567A" w:rsidP="00026341">
            <w:pPr>
              <w:spacing w:before="60" w:after="0" w:line="240" w:lineRule="auto"/>
              <w:rPr>
                <w:rFonts w:ascii="Corbel" w:hAnsi="Corbel"/>
                <w:sz w:val="24"/>
                <w:szCs w:val="24"/>
              </w:rPr>
            </w:pPr>
            <w:r w:rsidRPr="009310F8">
              <w:rPr>
                <w:rFonts w:ascii="Corbel" w:eastAsia="Times New Roman" w:hAnsi="Corbel"/>
                <w:b/>
                <w:bCs/>
                <w:color w:val="201F1E"/>
                <w:sz w:val="24"/>
                <w:szCs w:val="24"/>
              </w:rPr>
              <w:t>Ćwiczenia</w:t>
            </w:r>
            <w:r w:rsidR="00E0265C" w:rsidRPr="009310F8">
              <w:rPr>
                <w:rFonts w:ascii="Corbel" w:eastAsia="Times New Roman" w:hAnsi="Corbel"/>
                <w:b/>
                <w:bCs/>
                <w:color w:val="201F1E"/>
                <w:sz w:val="24"/>
                <w:szCs w:val="24"/>
              </w:rPr>
              <w:t>:</w:t>
            </w:r>
          </w:p>
          <w:p w14:paraId="592AF65A" w14:textId="3DA1AA08" w:rsidR="0085747A" w:rsidRPr="009310F8" w:rsidRDefault="52996AEB" w:rsidP="00026341">
            <w:pPr>
              <w:spacing w:before="60"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310F8">
              <w:rPr>
                <w:rFonts w:ascii="Corbel" w:eastAsia="Times New Roman" w:hAnsi="Corbel"/>
                <w:color w:val="201F1E"/>
                <w:sz w:val="24"/>
                <w:szCs w:val="24"/>
              </w:rPr>
              <w:t>Zaliczenie ćwiczeń odbywa na podstawie – frekwencji na ćwiczeniach, aktywności na zajęciach oraz kolokwiów, z których ocena pozytywna osiągana jest w przypadku uzyskania ponad 50% poprawnych odpowiedzi.</w:t>
            </w:r>
            <w:r w:rsidRPr="009310F8">
              <w:rPr>
                <w:rFonts w:ascii="Corbel" w:eastAsia="Times New Roman" w:hAnsi="Corbel"/>
                <w:smallCaps/>
                <w:color w:val="201F1E"/>
                <w:sz w:val="24"/>
                <w:szCs w:val="24"/>
              </w:rPr>
              <w:t xml:space="preserve"> </w:t>
            </w:r>
          </w:p>
          <w:p w14:paraId="0791AE16" w14:textId="60BC87BF" w:rsidR="0085747A" w:rsidRPr="009310F8" w:rsidRDefault="52996AEB" w:rsidP="00026341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310F8">
              <w:rPr>
                <w:rFonts w:ascii="Corbel" w:eastAsia="Times New Roman" w:hAnsi="Corbel"/>
                <w:color w:val="201F1E"/>
                <w:sz w:val="24"/>
                <w:szCs w:val="24"/>
              </w:rPr>
              <w:t>Kryteria oceny: kompletność odpowiedzi, poprawna terminologia, aktualny stan prawny.</w:t>
            </w:r>
            <w:r w:rsidRPr="009310F8">
              <w:rPr>
                <w:rFonts w:ascii="Corbel" w:eastAsia="Times New Roman" w:hAnsi="Corbel"/>
                <w:smallCaps/>
                <w:color w:val="201F1E"/>
                <w:sz w:val="24"/>
                <w:szCs w:val="24"/>
              </w:rPr>
              <w:t xml:space="preserve"> </w:t>
            </w:r>
          </w:p>
          <w:p w14:paraId="7B6E6AF4" w14:textId="66B51679" w:rsidR="0085747A" w:rsidRPr="009310F8" w:rsidRDefault="52996AEB" w:rsidP="00026341">
            <w:pPr>
              <w:spacing w:before="60" w:after="0" w:line="240" w:lineRule="auto"/>
              <w:rPr>
                <w:rFonts w:ascii="Corbel" w:hAnsi="Corbel"/>
                <w:sz w:val="24"/>
                <w:szCs w:val="24"/>
              </w:rPr>
            </w:pPr>
            <w:r w:rsidRPr="009310F8">
              <w:rPr>
                <w:rFonts w:ascii="Corbel" w:eastAsia="Times New Roman" w:hAnsi="Corbel"/>
                <w:color w:val="000000" w:themeColor="text1"/>
                <w:sz w:val="24"/>
                <w:szCs w:val="24"/>
              </w:rPr>
              <w:t>Skala ocen:</w:t>
            </w:r>
          </w:p>
          <w:p w14:paraId="367974F8" w14:textId="580BC8B1" w:rsidR="0085747A" w:rsidRPr="009310F8" w:rsidRDefault="52996AEB" w:rsidP="003B7D2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9310F8">
              <w:rPr>
                <w:rFonts w:ascii="Corbel" w:eastAsia="Times New Roman" w:hAnsi="Corbel"/>
                <w:color w:val="000000" w:themeColor="text1"/>
                <w:sz w:val="24"/>
                <w:szCs w:val="24"/>
              </w:rPr>
              <w:t>bdb</w:t>
            </w:r>
            <w:proofErr w:type="spellEnd"/>
            <w:r w:rsidRPr="009310F8">
              <w:rPr>
                <w:rFonts w:ascii="Corbel" w:eastAsia="Times New Roman" w:hAnsi="Corbel"/>
                <w:color w:val="000000" w:themeColor="text1"/>
                <w:sz w:val="24"/>
                <w:szCs w:val="24"/>
              </w:rPr>
              <w:t xml:space="preserve"> – powyższej 90%,</w:t>
            </w:r>
          </w:p>
          <w:p w14:paraId="6C059183" w14:textId="6D62DF46" w:rsidR="0085747A" w:rsidRPr="009310F8" w:rsidRDefault="52996AEB" w:rsidP="003B7D2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310F8">
              <w:rPr>
                <w:rFonts w:ascii="Corbel" w:eastAsia="Times New Roman" w:hAnsi="Corbel"/>
                <w:color w:val="000000" w:themeColor="text1"/>
                <w:sz w:val="24"/>
                <w:szCs w:val="24"/>
              </w:rPr>
              <w:t xml:space="preserve">plus </w:t>
            </w:r>
            <w:proofErr w:type="spellStart"/>
            <w:r w:rsidRPr="009310F8">
              <w:rPr>
                <w:rFonts w:ascii="Corbel" w:eastAsia="Times New Roman" w:hAnsi="Corbel"/>
                <w:color w:val="000000" w:themeColor="text1"/>
                <w:sz w:val="24"/>
                <w:szCs w:val="24"/>
              </w:rPr>
              <w:t>db</w:t>
            </w:r>
            <w:proofErr w:type="spellEnd"/>
            <w:r w:rsidRPr="009310F8">
              <w:rPr>
                <w:rFonts w:ascii="Corbel" w:eastAsia="Times New Roman" w:hAnsi="Corbel"/>
                <w:color w:val="000000" w:themeColor="text1"/>
                <w:sz w:val="24"/>
                <w:szCs w:val="24"/>
              </w:rPr>
              <w:t xml:space="preserve"> – 81 – 89%,</w:t>
            </w:r>
          </w:p>
          <w:p w14:paraId="51E0ADF0" w14:textId="66F13E42" w:rsidR="0085747A" w:rsidRPr="009310F8" w:rsidRDefault="52996AEB" w:rsidP="003B7D2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9310F8">
              <w:rPr>
                <w:rFonts w:ascii="Corbel" w:eastAsia="Times New Roman" w:hAnsi="Corbel"/>
                <w:color w:val="000000" w:themeColor="text1"/>
                <w:sz w:val="24"/>
                <w:szCs w:val="24"/>
              </w:rPr>
              <w:t>db</w:t>
            </w:r>
            <w:proofErr w:type="spellEnd"/>
            <w:r w:rsidRPr="009310F8">
              <w:rPr>
                <w:rFonts w:ascii="Corbel" w:eastAsia="Times New Roman" w:hAnsi="Corbel"/>
                <w:color w:val="000000" w:themeColor="text1"/>
                <w:sz w:val="24"/>
                <w:szCs w:val="24"/>
              </w:rPr>
              <w:t xml:space="preserve"> –  70 – 80%,</w:t>
            </w:r>
          </w:p>
          <w:p w14:paraId="145FF294" w14:textId="0455E36F" w:rsidR="0085747A" w:rsidRPr="009310F8" w:rsidRDefault="52996AEB" w:rsidP="003B7D2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310F8">
              <w:rPr>
                <w:rFonts w:ascii="Corbel" w:eastAsia="Times New Roman" w:hAnsi="Corbel"/>
                <w:color w:val="000000" w:themeColor="text1"/>
                <w:sz w:val="24"/>
                <w:szCs w:val="24"/>
              </w:rPr>
              <w:t xml:space="preserve">plus </w:t>
            </w:r>
            <w:proofErr w:type="spellStart"/>
            <w:r w:rsidRPr="009310F8">
              <w:rPr>
                <w:rFonts w:ascii="Corbel" w:eastAsia="Times New Roman" w:hAnsi="Corbel"/>
                <w:color w:val="000000" w:themeColor="text1"/>
                <w:sz w:val="24"/>
                <w:szCs w:val="24"/>
              </w:rPr>
              <w:t>dst</w:t>
            </w:r>
            <w:proofErr w:type="spellEnd"/>
            <w:r w:rsidRPr="009310F8">
              <w:rPr>
                <w:rFonts w:ascii="Corbel" w:eastAsia="Times New Roman" w:hAnsi="Corbel"/>
                <w:color w:val="000000" w:themeColor="text1"/>
                <w:sz w:val="24"/>
                <w:szCs w:val="24"/>
              </w:rPr>
              <w:t xml:space="preserve"> – 61 -69%,</w:t>
            </w:r>
          </w:p>
          <w:p w14:paraId="02508A45" w14:textId="4391365F" w:rsidR="0085747A" w:rsidRPr="009310F8" w:rsidRDefault="52996AEB" w:rsidP="003B7D2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9310F8">
              <w:rPr>
                <w:rFonts w:ascii="Corbel" w:eastAsia="Times New Roman" w:hAnsi="Corbel"/>
                <w:color w:val="000000" w:themeColor="text1"/>
                <w:sz w:val="24"/>
                <w:szCs w:val="24"/>
              </w:rPr>
              <w:t>dst</w:t>
            </w:r>
            <w:proofErr w:type="spellEnd"/>
            <w:r w:rsidRPr="009310F8">
              <w:rPr>
                <w:rFonts w:ascii="Corbel" w:eastAsia="Times New Roman" w:hAnsi="Corbel"/>
                <w:color w:val="000000" w:themeColor="text1"/>
                <w:sz w:val="24"/>
                <w:szCs w:val="24"/>
              </w:rPr>
              <w:t xml:space="preserve"> – 51 – 60%,</w:t>
            </w:r>
          </w:p>
          <w:p w14:paraId="0238D954" w14:textId="10C89FB7" w:rsidR="0085747A" w:rsidRPr="00E0265C" w:rsidRDefault="52996AEB" w:rsidP="00026341">
            <w:pPr>
              <w:spacing w:after="60" w:line="240" w:lineRule="auto"/>
            </w:pPr>
            <w:proofErr w:type="spellStart"/>
            <w:r w:rsidRPr="009310F8">
              <w:rPr>
                <w:rFonts w:ascii="Corbel" w:eastAsia="Times New Roman" w:hAnsi="Corbel"/>
                <w:color w:val="000000" w:themeColor="text1"/>
                <w:sz w:val="24"/>
                <w:szCs w:val="24"/>
              </w:rPr>
              <w:t>ndst</w:t>
            </w:r>
            <w:proofErr w:type="spellEnd"/>
            <w:r w:rsidRPr="009310F8">
              <w:rPr>
                <w:rFonts w:ascii="Corbel" w:eastAsia="Times New Roman" w:hAnsi="Corbel"/>
                <w:color w:val="000000" w:themeColor="text1"/>
                <w:sz w:val="24"/>
                <w:szCs w:val="24"/>
              </w:rPr>
              <w:t>.- poniżej 50 %</w:t>
            </w:r>
          </w:p>
        </w:tc>
      </w:tr>
    </w:tbl>
    <w:p w14:paraId="1B92E249" w14:textId="77777777" w:rsidR="009F4610" w:rsidRPr="00A56784" w:rsidRDefault="0085747A" w:rsidP="00026341">
      <w:pPr>
        <w:pStyle w:val="Bezodstpw"/>
        <w:ind w:left="284" w:hanging="284"/>
        <w:rPr>
          <w:rFonts w:ascii="Corbel" w:hAnsi="Corbel"/>
          <w:b/>
          <w:sz w:val="24"/>
          <w:szCs w:val="24"/>
        </w:rPr>
      </w:pPr>
      <w:r w:rsidRPr="00A56784">
        <w:rPr>
          <w:rFonts w:ascii="Corbel" w:hAnsi="Corbel"/>
          <w:b/>
          <w:sz w:val="24"/>
          <w:szCs w:val="24"/>
        </w:rPr>
        <w:lastRenderedPageBreak/>
        <w:t xml:space="preserve">5. </w:t>
      </w:r>
      <w:r w:rsidR="00C61DC5" w:rsidRPr="00A56784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CFFB91F" w14:textId="77777777" w:rsidR="0085747A" w:rsidRPr="003B7D22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FF0000"/>
          <w:sz w:val="16"/>
          <w:szCs w:val="16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32"/>
        <w:gridCol w:w="4388"/>
      </w:tblGrid>
      <w:tr w:rsidR="00107B5C" w:rsidRPr="00107B5C" w14:paraId="7A6AAC45" w14:textId="77777777" w:rsidTr="003B7D22">
        <w:tc>
          <w:tcPr>
            <w:tcW w:w="5132" w:type="dxa"/>
            <w:vAlign w:val="center"/>
          </w:tcPr>
          <w:p w14:paraId="296DD9B7" w14:textId="77777777" w:rsidR="0085747A" w:rsidRPr="00A56784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A56784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A56784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A56784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388" w:type="dxa"/>
            <w:vAlign w:val="center"/>
          </w:tcPr>
          <w:p w14:paraId="76461A44" w14:textId="77777777" w:rsidR="0085747A" w:rsidRPr="00A56784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A56784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A56784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A56784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A56784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107B5C" w:rsidRPr="00107B5C" w14:paraId="4B05B359" w14:textId="77777777" w:rsidTr="003B7D22">
        <w:tc>
          <w:tcPr>
            <w:tcW w:w="5132" w:type="dxa"/>
          </w:tcPr>
          <w:p w14:paraId="695FBFC9" w14:textId="0B1E062F" w:rsidR="0085747A" w:rsidRPr="00A56784" w:rsidRDefault="008A0A7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56784">
              <w:rPr>
                <w:rFonts w:ascii="Corbel" w:hAnsi="Corbel"/>
                <w:sz w:val="24"/>
                <w:szCs w:val="24"/>
              </w:rPr>
              <w:t>Godziny z harmonogramu studiów</w:t>
            </w:r>
          </w:p>
        </w:tc>
        <w:tc>
          <w:tcPr>
            <w:tcW w:w="4388" w:type="dxa"/>
          </w:tcPr>
          <w:p w14:paraId="04F24CFF" w14:textId="3D2C9E49" w:rsidR="0085747A" w:rsidRPr="00A56784" w:rsidRDefault="00E6567A" w:rsidP="003F52F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</w:t>
            </w:r>
            <w:r w:rsidR="007B026C" w:rsidRPr="00A56784">
              <w:rPr>
                <w:rFonts w:ascii="Corbel" w:hAnsi="Corbel"/>
                <w:sz w:val="24"/>
                <w:szCs w:val="24"/>
              </w:rPr>
              <w:t xml:space="preserve">ykład </w:t>
            </w:r>
            <w:r w:rsidR="00D04844" w:rsidRPr="00A56784">
              <w:rPr>
                <w:rFonts w:ascii="Corbel" w:hAnsi="Corbel"/>
                <w:sz w:val="24"/>
                <w:szCs w:val="24"/>
              </w:rPr>
              <w:t xml:space="preserve">- </w:t>
            </w:r>
            <w:r w:rsidR="007B026C" w:rsidRPr="00A56784">
              <w:rPr>
                <w:rFonts w:ascii="Corbel" w:hAnsi="Corbel"/>
                <w:sz w:val="24"/>
                <w:szCs w:val="24"/>
              </w:rPr>
              <w:t>15</w:t>
            </w:r>
            <w:r w:rsidR="00D04844" w:rsidRPr="00A56784">
              <w:rPr>
                <w:rFonts w:ascii="Corbel" w:hAnsi="Corbel"/>
                <w:sz w:val="24"/>
                <w:szCs w:val="24"/>
              </w:rPr>
              <w:t xml:space="preserve"> godz.</w:t>
            </w:r>
          </w:p>
          <w:p w14:paraId="194D7171" w14:textId="3030923D" w:rsidR="007B026C" w:rsidRPr="00A56784" w:rsidRDefault="00E6567A" w:rsidP="003F52F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ćwiczenia</w:t>
            </w:r>
            <w:r w:rsidR="007B026C" w:rsidRPr="00A56784">
              <w:rPr>
                <w:rFonts w:ascii="Corbel" w:hAnsi="Corbel"/>
                <w:sz w:val="24"/>
                <w:szCs w:val="24"/>
              </w:rPr>
              <w:t xml:space="preserve"> – 15 godz.</w:t>
            </w:r>
          </w:p>
        </w:tc>
      </w:tr>
      <w:tr w:rsidR="00107B5C" w:rsidRPr="00107B5C" w14:paraId="5802D4BB" w14:textId="77777777" w:rsidTr="003B7D22">
        <w:tc>
          <w:tcPr>
            <w:tcW w:w="5132" w:type="dxa"/>
          </w:tcPr>
          <w:p w14:paraId="34BE391F" w14:textId="77777777" w:rsidR="00C61DC5" w:rsidRPr="00A56784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56784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14:paraId="00A2214C" w14:textId="77777777" w:rsidR="00C61DC5" w:rsidRPr="00A56784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56784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388" w:type="dxa"/>
          </w:tcPr>
          <w:p w14:paraId="66E41B93" w14:textId="759BC333" w:rsidR="00C61DC5" w:rsidRPr="00A56784" w:rsidRDefault="0024120D" w:rsidP="00D0484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56784">
              <w:rPr>
                <w:rFonts w:ascii="Corbel" w:hAnsi="Corbel"/>
                <w:sz w:val="24"/>
                <w:szCs w:val="24"/>
              </w:rPr>
              <w:t>2</w:t>
            </w:r>
            <w:r w:rsidR="003F52FF" w:rsidRPr="00A56784">
              <w:rPr>
                <w:rFonts w:ascii="Corbel" w:hAnsi="Corbel"/>
                <w:sz w:val="24"/>
                <w:szCs w:val="24"/>
              </w:rPr>
              <w:t xml:space="preserve"> godz.</w:t>
            </w:r>
          </w:p>
        </w:tc>
      </w:tr>
      <w:tr w:rsidR="00107B5C" w:rsidRPr="00107B5C" w14:paraId="785B0F2F" w14:textId="77777777" w:rsidTr="003B7D22">
        <w:tc>
          <w:tcPr>
            <w:tcW w:w="5132" w:type="dxa"/>
          </w:tcPr>
          <w:p w14:paraId="7FA7F8AD" w14:textId="77777777" w:rsidR="0071620A" w:rsidRPr="00A56784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56784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A56784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A56784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69FBF084" w14:textId="77777777" w:rsidR="00C61DC5" w:rsidRPr="00A56784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56784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388" w:type="dxa"/>
          </w:tcPr>
          <w:p w14:paraId="1AC7A6EA" w14:textId="26289E4B" w:rsidR="003F52FF" w:rsidRPr="00A56784" w:rsidRDefault="00D04844" w:rsidP="0067677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56784">
              <w:rPr>
                <w:rFonts w:ascii="Corbel" w:hAnsi="Corbel"/>
                <w:sz w:val="24"/>
                <w:szCs w:val="24"/>
              </w:rPr>
              <w:t>80</w:t>
            </w:r>
            <w:r w:rsidR="003F52FF" w:rsidRPr="00A56784">
              <w:rPr>
                <w:rFonts w:ascii="Corbel" w:hAnsi="Corbel"/>
                <w:sz w:val="24"/>
                <w:szCs w:val="24"/>
              </w:rPr>
              <w:t xml:space="preserve"> godz.</w:t>
            </w:r>
          </w:p>
        </w:tc>
      </w:tr>
      <w:tr w:rsidR="00107B5C" w:rsidRPr="00107B5C" w14:paraId="70B59D40" w14:textId="77777777" w:rsidTr="00026341">
        <w:trPr>
          <w:trHeight w:val="352"/>
        </w:trPr>
        <w:tc>
          <w:tcPr>
            <w:tcW w:w="5132" w:type="dxa"/>
          </w:tcPr>
          <w:p w14:paraId="586281E9" w14:textId="77777777" w:rsidR="0085747A" w:rsidRPr="00A56784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56784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388" w:type="dxa"/>
          </w:tcPr>
          <w:p w14:paraId="561EA53B" w14:textId="77777777" w:rsidR="0085747A" w:rsidRPr="00A56784" w:rsidRDefault="00676775" w:rsidP="003F52F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A56784">
              <w:rPr>
                <w:rFonts w:ascii="Corbel" w:hAnsi="Corbel"/>
                <w:sz w:val="24"/>
                <w:szCs w:val="24"/>
              </w:rPr>
              <w:t>112 godz.</w:t>
            </w:r>
          </w:p>
        </w:tc>
      </w:tr>
      <w:tr w:rsidR="00107B5C" w:rsidRPr="00107B5C" w14:paraId="1B3BF942" w14:textId="77777777" w:rsidTr="00026341">
        <w:trPr>
          <w:trHeight w:val="365"/>
        </w:trPr>
        <w:tc>
          <w:tcPr>
            <w:tcW w:w="5132" w:type="dxa"/>
          </w:tcPr>
          <w:p w14:paraId="025E91C5" w14:textId="77777777" w:rsidR="0085747A" w:rsidRPr="00A56784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A56784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388" w:type="dxa"/>
          </w:tcPr>
          <w:p w14:paraId="010AED3D" w14:textId="77777777" w:rsidR="0085747A" w:rsidRPr="00A56784" w:rsidRDefault="00676775" w:rsidP="003F52F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A56784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66D61702" w14:textId="77777777" w:rsidR="0085747A" w:rsidRPr="00A56784" w:rsidRDefault="00923D7D" w:rsidP="003B7D22">
      <w:pPr>
        <w:pStyle w:val="Punktygwne"/>
        <w:spacing w:before="0" w:after="0"/>
        <w:ind w:left="142"/>
        <w:rPr>
          <w:rFonts w:ascii="Corbel" w:hAnsi="Corbel"/>
          <w:b w:val="0"/>
          <w:i/>
          <w:smallCaps w:val="0"/>
          <w:szCs w:val="24"/>
        </w:rPr>
      </w:pPr>
      <w:r w:rsidRPr="00A56784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A56784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3E3DA412" w14:textId="77777777" w:rsidR="003E1941" w:rsidRPr="00107B5C" w:rsidRDefault="003E1941" w:rsidP="00026341">
      <w:pPr>
        <w:pStyle w:val="Punktygwne"/>
        <w:spacing w:before="0" w:after="0"/>
        <w:rPr>
          <w:rFonts w:ascii="Corbel" w:hAnsi="Corbel"/>
          <w:b w:val="0"/>
          <w:smallCaps w:val="0"/>
          <w:color w:val="FF0000"/>
          <w:szCs w:val="24"/>
        </w:rPr>
      </w:pPr>
    </w:p>
    <w:p w14:paraId="5DCC1DC1" w14:textId="77777777" w:rsidR="0085747A" w:rsidRPr="00107B5C" w:rsidRDefault="0071620A" w:rsidP="00026341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107B5C">
        <w:rPr>
          <w:rFonts w:ascii="Corbel" w:hAnsi="Corbel"/>
          <w:smallCaps w:val="0"/>
          <w:szCs w:val="24"/>
        </w:rPr>
        <w:t xml:space="preserve">6. </w:t>
      </w:r>
      <w:r w:rsidR="0085747A" w:rsidRPr="00107B5C">
        <w:rPr>
          <w:rFonts w:ascii="Corbel" w:hAnsi="Corbel"/>
          <w:smallCaps w:val="0"/>
          <w:szCs w:val="24"/>
        </w:rPr>
        <w:t>PRAKTYKI ZAWO</w:t>
      </w:r>
      <w:r w:rsidR="008A0A7D" w:rsidRPr="00107B5C">
        <w:rPr>
          <w:rFonts w:ascii="Corbel" w:hAnsi="Corbel"/>
          <w:smallCaps w:val="0"/>
          <w:szCs w:val="24"/>
        </w:rPr>
        <w:t>DOWE W RAMACH PRZEDMIOTU</w:t>
      </w:r>
      <w:r w:rsidRPr="00107B5C">
        <w:rPr>
          <w:rFonts w:ascii="Corbel" w:hAnsi="Corbel"/>
          <w:smallCaps w:val="0"/>
          <w:szCs w:val="24"/>
        </w:rPr>
        <w:t xml:space="preserve"> </w:t>
      </w:r>
    </w:p>
    <w:p w14:paraId="7A9E5F6F" w14:textId="77777777" w:rsidR="0085747A" w:rsidRPr="00107B5C" w:rsidRDefault="0085747A" w:rsidP="00026341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65"/>
        <w:gridCol w:w="5455"/>
      </w:tblGrid>
      <w:tr w:rsidR="00107B5C" w:rsidRPr="00107B5C" w14:paraId="41AA12B7" w14:textId="77777777" w:rsidTr="0070518D">
        <w:trPr>
          <w:trHeight w:val="397"/>
        </w:trPr>
        <w:tc>
          <w:tcPr>
            <w:tcW w:w="4111" w:type="dxa"/>
          </w:tcPr>
          <w:p w14:paraId="28C01BDD" w14:textId="77777777" w:rsidR="00275C2A" w:rsidRPr="00107B5C" w:rsidRDefault="00275C2A" w:rsidP="00275C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07B5C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528" w:type="dxa"/>
            <w:tcBorders>
              <w:bottom w:val="single" w:sz="4" w:space="0" w:color="auto"/>
              <w:tr2bl w:val="nil"/>
            </w:tcBorders>
          </w:tcPr>
          <w:p w14:paraId="6CF9AE8C" w14:textId="3ADDEFB4" w:rsidR="00275C2A" w:rsidRPr="00107B5C" w:rsidRDefault="42B105D5" w:rsidP="7018410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7018410C">
              <w:rPr>
                <w:rFonts w:ascii="Corbel" w:hAnsi="Corbel"/>
                <w:b w:val="0"/>
                <w:smallCaps w:val="0"/>
              </w:rPr>
              <w:t>Nie dotyczy</w:t>
            </w:r>
          </w:p>
        </w:tc>
      </w:tr>
      <w:tr w:rsidR="00107B5C" w:rsidRPr="00107B5C" w14:paraId="69D6A292" w14:textId="77777777" w:rsidTr="0070518D">
        <w:trPr>
          <w:trHeight w:val="397"/>
        </w:trPr>
        <w:tc>
          <w:tcPr>
            <w:tcW w:w="4111" w:type="dxa"/>
          </w:tcPr>
          <w:p w14:paraId="349CD903" w14:textId="77777777" w:rsidR="00275C2A" w:rsidRPr="00107B5C" w:rsidRDefault="00275C2A" w:rsidP="00275C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07B5C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528" w:type="dxa"/>
            <w:tcBorders>
              <w:tr2bl w:val="nil"/>
            </w:tcBorders>
          </w:tcPr>
          <w:p w14:paraId="003E1C77" w14:textId="37523AF4" w:rsidR="00275C2A" w:rsidRPr="00107B5C" w:rsidRDefault="79209BC9" w:rsidP="7018410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7018410C">
              <w:rPr>
                <w:rFonts w:ascii="Corbel" w:hAnsi="Corbel"/>
                <w:b w:val="0"/>
                <w:smallCaps w:val="0"/>
              </w:rPr>
              <w:t>Nie dotyczy</w:t>
            </w:r>
          </w:p>
        </w:tc>
      </w:tr>
    </w:tbl>
    <w:p w14:paraId="6A27B4B9" w14:textId="77777777" w:rsidR="003E1941" w:rsidRPr="00107B5C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color w:val="FF0000"/>
          <w:szCs w:val="24"/>
        </w:rPr>
      </w:pPr>
    </w:p>
    <w:p w14:paraId="156AFF2F" w14:textId="77777777" w:rsidR="000C2850" w:rsidRDefault="000C2850" w:rsidP="000C2850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7. LITERATURA </w:t>
      </w:r>
    </w:p>
    <w:p w14:paraId="44CC661F" w14:textId="77777777" w:rsidR="000C2850" w:rsidRDefault="000C2850" w:rsidP="000C2850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0C2850" w14:paraId="57D688D7" w14:textId="77777777">
        <w:trPr>
          <w:trHeight w:val="2386"/>
        </w:trPr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768801" w14:textId="77777777" w:rsidR="000C2850" w:rsidRDefault="000C2850">
            <w:pPr>
              <w:pStyle w:val="Punktygwne"/>
              <w:spacing w:before="120" w:after="0"/>
              <w:rPr>
                <w:rFonts w:ascii="Corbel" w:hAnsi="Corbel"/>
                <w:bCs/>
                <w:smallCaps w:val="0"/>
              </w:rPr>
            </w:pPr>
            <w:r>
              <w:rPr>
                <w:rFonts w:ascii="Corbel" w:hAnsi="Corbel"/>
                <w:bCs/>
                <w:smallCaps w:val="0"/>
              </w:rPr>
              <w:t>Literatura podstawowa:</w:t>
            </w:r>
          </w:p>
          <w:p w14:paraId="0E4C78EA" w14:textId="77777777" w:rsidR="000C2850" w:rsidRDefault="000C2850" w:rsidP="000C2850">
            <w:pPr>
              <w:pStyle w:val="Punktygwne"/>
              <w:numPr>
                <w:ilvl w:val="0"/>
                <w:numId w:val="11"/>
              </w:numPr>
              <w:spacing w:before="120" w:after="0"/>
              <w:ind w:left="351" w:hanging="292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J.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Taczkowska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-Olszewska, M.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Nowikowska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Prawo do informacji publicznej. Informacje niejawne. Ochrona danych osobowych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Warszawa 2019.</w:t>
            </w:r>
          </w:p>
          <w:p w14:paraId="26C767E0" w14:textId="77777777" w:rsidR="000C2850" w:rsidRDefault="000C2850" w:rsidP="000C2850">
            <w:pPr>
              <w:pStyle w:val="Punktygwne"/>
              <w:numPr>
                <w:ilvl w:val="0"/>
                <w:numId w:val="11"/>
              </w:numPr>
              <w:spacing w:before="0" w:after="0"/>
              <w:ind w:left="351" w:hanging="292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Ł.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Nosarzewski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B. Opaliński, P. Szustakiewicz,  Stankowska, </w:t>
            </w:r>
            <w:r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Ustawa o ochronie informacji niejawnych. Komentarz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 Warszawa 2023.</w:t>
            </w:r>
          </w:p>
          <w:p w14:paraId="4AE8BF10" w14:textId="77777777" w:rsidR="000C2850" w:rsidRDefault="000C2850" w:rsidP="000C2850">
            <w:pPr>
              <w:pStyle w:val="Punktygwne"/>
              <w:numPr>
                <w:ilvl w:val="0"/>
                <w:numId w:val="11"/>
              </w:numPr>
              <w:spacing w:before="0" w:after="0"/>
              <w:ind w:left="351" w:hanging="292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S. Hoc, T. Szewc, </w:t>
            </w:r>
            <w:r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Ochrona danych osobowych i informacji niejawnych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C. H. Beck 2014.</w:t>
            </w:r>
          </w:p>
          <w:p w14:paraId="5DF6959D" w14:textId="77777777" w:rsidR="000C2850" w:rsidRDefault="000C2850" w:rsidP="000C2850">
            <w:pPr>
              <w:pStyle w:val="Punktygwne"/>
              <w:numPr>
                <w:ilvl w:val="0"/>
                <w:numId w:val="11"/>
              </w:numPr>
              <w:spacing w:before="0" w:after="120"/>
              <w:ind w:left="352" w:hanging="292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P.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Fajgielski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 xml:space="preserve">Ochrona danych osobowych w administracji publicznej,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Warszawa 2021.</w:t>
            </w:r>
          </w:p>
        </w:tc>
      </w:tr>
      <w:tr w:rsidR="000C2850" w14:paraId="4892BEB8" w14:textId="77777777">
        <w:trPr>
          <w:trHeight w:val="397"/>
        </w:trPr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D75D96" w14:textId="77777777" w:rsidR="000C2850" w:rsidRDefault="000C2850">
            <w:pPr>
              <w:pStyle w:val="Punktygwne"/>
              <w:spacing w:before="120" w:after="0"/>
              <w:rPr>
                <w:rFonts w:ascii="Corbel" w:hAnsi="Corbel"/>
                <w:bCs/>
                <w:smallCaps w:val="0"/>
              </w:rPr>
            </w:pPr>
            <w:r>
              <w:rPr>
                <w:rFonts w:ascii="Corbel" w:hAnsi="Corbel"/>
                <w:bCs/>
                <w:smallCaps w:val="0"/>
              </w:rPr>
              <w:t xml:space="preserve">Literatura uzupełniająca: </w:t>
            </w:r>
          </w:p>
          <w:p w14:paraId="612DE7D5" w14:textId="77777777" w:rsidR="000C2850" w:rsidRDefault="000C2850" w:rsidP="000C2850">
            <w:pPr>
              <w:pStyle w:val="Punktygwne"/>
              <w:numPr>
                <w:ilvl w:val="0"/>
                <w:numId w:val="12"/>
              </w:numPr>
              <w:spacing w:before="120" w:after="0"/>
              <w:ind w:left="377" w:hanging="318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D.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Wociór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(red.), </w:t>
            </w:r>
            <w:r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Ochrona danych osobowych i informacji niejawnych z uwzględnieniem ogólnego rozporządzenia unijnego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C.H. Beck, 2016.</w:t>
            </w:r>
          </w:p>
          <w:p w14:paraId="3923B3E4" w14:textId="77777777" w:rsidR="000C2850" w:rsidRDefault="000C2850" w:rsidP="000C2850">
            <w:pPr>
              <w:pStyle w:val="Punktygwne"/>
              <w:numPr>
                <w:ilvl w:val="0"/>
                <w:numId w:val="12"/>
              </w:numPr>
              <w:spacing w:before="0" w:after="0"/>
              <w:ind w:left="377" w:hanging="318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K. Śmiałek, A. Kominek, </w:t>
            </w:r>
            <w:r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 xml:space="preserve">Ochrona informacji niejawnych w perspektywie krajowej </w:t>
            </w:r>
            <w:r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br/>
              <w:t>i międzynarodowej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Wydawnictwo FNCE, 2021.</w:t>
            </w:r>
          </w:p>
          <w:p w14:paraId="29B90B25" w14:textId="77777777" w:rsidR="000C2850" w:rsidRDefault="000C2850" w:rsidP="000C2850">
            <w:pPr>
              <w:pStyle w:val="Punktygwne"/>
              <w:numPr>
                <w:ilvl w:val="0"/>
                <w:numId w:val="12"/>
              </w:numPr>
              <w:spacing w:before="0" w:after="0"/>
              <w:ind w:left="377" w:hanging="318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E. Ura, </w:t>
            </w:r>
            <w:r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Prawo administracyjne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Warszawa 2024.</w:t>
            </w:r>
          </w:p>
          <w:p w14:paraId="3AED51B3" w14:textId="77777777" w:rsidR="000C2850" w:rsidRDefault="000C2850" w:rsidP="000C2850">
            <w:pPr>
              <w:pStyle w:val="Punktygwne"/>
              <w:numPr>
                <w:ilvl w:val="0"/>
                <w:numId w:val="12"/>
              </w:numPr>
              <w:spacing w:before="0" w:after="0"/>
              <w:ind w:left="377" w:hanging="318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B. Jaworski, </w:t>
            </w:r>
            <w:r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Ochrona danych osobowych i informacji niejawnych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[w:] </w:t>
            </w:r>
            <w:r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Bezpieczeństwo wewnętrzne państwa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E. Ura, S. Pieprzny (red.), Rzeszów 2015.</w:t>
            </w:r>
          </w:p>
          <w:p w14:paraId="3D640FE7" w14:textId="77777777" w:rsidR="000C2850" w:rsidRDefault="000C2850" w:rsidP="000C2850">
            <w:pPr>
              <w:pStyle w:val="Punktygwne"/>
              <w:numPr>
                <w:ilvl w:val="0"/>
                <w:numId w:val="12"/>
              </w:numPr>
              <w:spacing w:before="0" w:after="0"/>
              <w:ind w:left="377" w:hanging="318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J. E. Kulikowska-Kulesza, </w:t>
            </w:r>
            <w:r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 xml:space="preserve">Ochrona informacji niejawnych w jednostkach organizacyjnych </w:t>
            </w:r>
            <w:r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br/>
              <w:t>w gminie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[w:] </w:t>
            </w:r>
            <w:r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Zagadnienia bezpieczeństwa i porządku publicznego w jednostkach samorządu terytorialnego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E. Ura, E. Feret, S. Pieprzny (red.), Rzeszów 2018.</w:t>
            </w:r>
          </w:p>
          <w:p w14:paraId="42C2DC85" w14:textId="77777777" w:rsidR="000C2850" w:rsidRDefault="000C2850" w:rsidP="000C2850">
            <w:pPr>
              <w:pStyle w:val="Punktygwne"/>
              <w:numPr>
                <w:ilvl w:val="0"/>
                <w:numId w:val="12"/>
              </w:numPr>
              <w:spacing w:before="0" w:after="120"/>
              <w:ind w:left="377" w:hanging="318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B. Jaworski, </w:t>
            </w:r>
            <w:r>
              <w:rPr>
                <w:rFonts w:ascii="Corbel" w:hAnsi="Corbel"/>
                <w:b w:val="0"/>
                <w:i/>
                <w:smallCaps w:val="0"/>
                <w:szCs w:val="24"/>
              </w:rPr>
              <w:t>Istota relacji prawnych zachodzących pomiędzy prawami podmiotowymi i obowiązkami administratora w zakresie ochrony danych osobowych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Czasopismo: Roczniki Administracji i Prawa 2025, T. 25, nr 2, s. 163 – 181.</w:t>
            </w:r>
          </w:p>
        </w:tc>
      </w:tr>
    </w:tbl>
    <w:p w14:paraId="0EA5DADE" w14:textId="77777777" w:rsidR="000C2850" w:rsidRDefault="000C2850" w:rsidP="000C2850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BB3809F" w14:textId="2A707AC4" w:rsidR="0038720C" w:rsidRDefault="000C2850" w:rsidP="00026341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38720C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BD5DF9" w14:textId="77777777" w:rsidR="002123E3" w:rsidRDefault="002123E3" w:rsidP="00C16ABF">
      <w:pPr>
        <w:spacing w:after="0" w:line="240" w:lineRule="auto"/>
      </w:pPr>
      <w:r>
        <w:separator/>
      </w:r>
    </w:p>
  </w:endnote>
  <w:endnote w:type="continuationSeparator" w:id="0">
    <w:p w14:paraId="64158597" w14:textId="77777777" w:rsidR="002123E3" w:rsidRDefault="002123E3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37C4DD1" w14:textId="77777777" w:rsidR="002123E3" w:rsidRDefault="002123E3" w:rsidP="00C16ABF">
      <w:pPr>
        <w:spacing w:after="0" w:line="240" w:lineRule="auto"/>
      </w:pPr>
      <w:r>
        <w:separator/>
      </w:r>
    </w:p>
  </w:footnote>
  <w:footnote w:type="continuationSeparator" w:id="0">
    <w:p w14:paraId="5D9EBE26" w14:textId="77777777" w:rsidR="002123E3" w:rsidRDefault="002123E3" w:rsidP="00C16ABF">
      <w:pPr>
        <w:spacing w:after="0" w:line="240" w:lineRule="auto"/>
      </w:pPr>
      <w:r>
        <w:continuationSeparator/>
      </w:r>
    </w:p>
  </w:footnote>
  <w:footnote w:id="1">
    <w:p w14:paraId="7F69C55C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FB0F5F"/>
    <w:multiLevelType w:val="hybridMultilevel"/>
    <w:tmpl w:val="C5F8638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8EC0C6FC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45BE4BBB"/>
    <w:multiLevelType w:val="hybridMultilevel"/>
    <w:tmpl w:val="06DA25CC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DF87BDC"/>
    <w:multiLevelType w:val="hybridMultilevel"/>
    <w:tmpl w:val="C5F8638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F4E37F8"/>
    <w:multiLevelType w:val="hybridMultilevel"/>
    <w:tmpl w:val="187A473A"/>
    <w:lvl w:ilvl="0" w:tplc="CDCCBC80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5234663A"/>
    <w:multiLevelType w:val="hybridMultilevel"/>
    <w:tmpl w:val="D41CD51C"/>
    <w:lvl w:ilvl="0" w:tplc="4134C6F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63E358A7"/>
    <w:multiLevelType w:val="hybridMultilevel"/>
    <w:tmpl w:val="A4A033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E045708"/>
    <w:multiLevelType w:val="hybridMultilevel"/>
    <w:tmpl w:val="A4A033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837214A"/>
    <w:multiLevelType w:val="hybridMultilevel"/>
    <w:tmpl w:val="0818BD60"/>
    <w:lvl w:ilvl="0" w:tplc="FFFFFFFF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7E5C60E5"/>
    <w:multiLevelType w:val="hybridMultilevel"/>
    <w:tmpl w:val="C5F863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03645571">
    <w:abstractNumId w:val="1"/>
  </w:num>
  <w:num w:numId="2" w16cid:durableId="1060056902">
    <w:abstractNumId w:val="4"/>
  </w:num>
  <w:num w:numId="3" w16cid:durableId="1372880831">
    <w:abstractNumId w:val="5"/>
  </w:num>
  <w:num w:numId="4" w16cid:durableId="1258439871">
    <w:abstractNumId w:val="8"/>
  </w:num>
  <w:num w:numId="5" w16cid:durableId="462118908">
    <w:abstractNumId w:val="9"/>
  </w:num>
  <w:num w:numId="6" w16cid:durableId="215355916">
    <w:abstractNumId w:val="6"/>
  </w:num>
  <w:num w:numId="7" w16cid:durableId="1090932810">
    <w:abstractNumId w:val="0"/>
  </w:num>
  <w:num w:numId="8" w16cid:durableId="856190100">
    <w:abstractNumId w:val="2"/>
  </w:num>
  <w:num w:numId="9" w16cid:durableId="1301575686">
    <w:abstractNumId w:val="3"/>
  </w:num>
  <w:num w:numId="10" w16cid:durableId="685791907">
    <w:abstractNumId w:val="7"/>
  </w:num>
  <w:num w:numId="11" w16cid:durableId="15545403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46400701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07BD8"/>
    <w:rsid w:val="00015AF9"/>
    <w:rsid w:val="00015B8F"/>
    <w:rsid w:val="000167EC"/>
    <w:rsid w:val="00022ECE"/>
    <w:rsid w:val="00026341"/>
    <w:rsid w:val="00042A51"/>
    <w:rsid w:val="00042D2E"/>
    <w:rsid w:val="00044C82"/>
    <w:rsid w:val="00070ED6"/>
    <w:rsid w:val="000723AC"/>
    <w:rsid w:val="000742DC"/>
    <w:rsid w:val="00084C12"/>
    <w:rsid w:val="0009462C"/>
    <w:rsid w:val="00094B12"/>
    <w:rsid w:val="00096C46"/>
    <w:rsid w:val="000A015A"/>
    <w:rsid w:val="000A296F"/>
    <w:rsid w:val="000A2A28"/>
    <w:rsid w:val="000B192D"/>
    <w:rsid w:val="000B28EE"/>
    <w:rsid w:val="000B3E37"/>
    <w:rsid w:val="000C2850"/>
    <w:rsid w:val="000D04B0"/>
    <w:rsid w:val="000E03FE"/>
    <w:rsid w:val="000F1C57"/>
    <w:rsid w:val="000F5615"/>
    <w:rsid w:val="00107B5C"/>
    <w:rsid w:val="0011010D"/>
    <w:rsid w:val="00110DC6"/>
    <w:rsid w:val="00113D3C"/>
    <w:rsid w:val="00115D07"/>
    <w:rsid w:val="00122376"/>
    <w:rsid w:val="00124BFF"/>
    <w:rsid w:val="0012560E"/>
    <w:rsid w:val="00127108"/>
    <w:rsid w:val="00134B13"/>
    <w:rsid w:val="00146BC0"/>
    <w:rsid w:val="0014785F"/>
    <w:rsid w:val="00153C41"/>
    <w:rsid w:val="00154381"/>
    <w:rsid w:val="001640A7"/>
    <w:rsid w:val="00164FA7"/>
    <w:rsid w:val="00166A03"/>
    <w:rsid w:val="00166CBF"/>
    <w:rsid w:val="001718A7"/>
    <w:rsid w:val="001737CF"/>
    <w:rsid w:val="00176083"/>
    <w:rsid w:val="00177FE3"/>
    <w:rsid w:val="00192F37"/>
    <w:rsid w:val="001A5746"/>
    <w:rsid w:val="001A70D2"/>
    <w:rsid w:val="001C3AD1"/>
    <w:rsid w:val="001D657B"/>
    <w:rsid w:val="001D7B54"/>
    <w:rsid w:val="001E0209"/>
    <w:rsid w:val="001F2CA2"/>
    <w:rsid w:val="002123E3"/>
    <w:rsid w:val="002144C0"/>
    <w:rsid w:val="002146DF"/>
    <w:rsid w:val="0022477D"/>
    <w:rsid w:val="002278A9"/>
    <w:rsid w:val="002336F9"/>
    <w:rsid w:val="002357C8"/>
    <w:rsid w:val="0024028F"/>
    <w:rsid w:val="0024120D"/>
    <w:rsid w:val="00244ABC"/>
    <w:rsid w:val="00247B98"/>
    <w:rsid w:val="0026733B"/>
    <w:rsid w:val="00275C2A"/>
    <w:rsid w:val="002771CC"/>
    <w:rsid w:val="002813EF"/>
    <w:rsid w:val="002818B0"/>
    <w:rsid w:val="00281FF2"/>
    <w:rsid w:val="002857DE"/>
    <w:rsid w:val="00291567"/>
    <w:rsid w:val="00295E05"/>
    <w:rsid w:val="00297F42"/>
    <w:rsid w:val="002A22BF"/>
    <w:rsid w:val="002A2389"/>
    <w:rsid w:val="002A671D"/>
    <w:rsid w:val="002B03B4"/>
    <w:rsid w:val="002B0E88"/>
    <w:rsid w:val="002B4D55"/>
    <w:rsid w:val="002B5EA0"/>
    <w:rsid w:val="002B6119"/>
    <w:rsid w:val="002C1F06"/>
    <w:rsid w:val="002D3375"/>
    <w:rsid w:val="002D73D4"/>
    <w:rsid w:val="002D7E0E"/>
    <w:rsid w:val="002F02A3"/>
    <w:rsid w:val="002F4ABE"/>
    <w:rsid w:val="002F799B"/>
    <w:rsid w:val="003018BA"/>
    <w:rsid w:val="00302745"/>
    <w:rsid w:val="0030395F"/>
    <w:rsid w:val="00304854"/>
    <w:rsid w:val="00304D3C"/>
    <w:rsid w:val="00305C92"/>
    <w:rsid w:val="003151C5"/>
    <w:rsid w:val="003279C1"/>
    <w:rsid w:val="0033332F"/>
    <w:rsid w:val="003343CF"/>
    <w:rsid w:val="00343618"/>
    <w:rsid w:val="00346FE9"/>
    <w:rsid w:val="0034759A"/>
    <w:rsid w:val="003503F6"/>
    <w:rsid w:val="003530DD"/>
    <w:rsid w:val="00363F78"/>
    <w:rsid w:val="00366398"/>
    <w:rsid w:val="00367A7A"/>
    <w:rsid w:val="00381723"/>
    <w:rsid w:val="003827F1"/>
    <w:rsid w:val="0038720C"/>
    <w:rsid w:val="00397C21"/>
    <w:rsid w:val="003A0A5B"/>
    <w:rsid w:val="003A1176"/>
    <w:rsid w:val="003A11C0"/>
    <w:rsid w:val="003B32FF"/>
    <w:rsid w:val="003B7D22"/>
    <w:rsid w:val="003C0BAE"/>
    <w:rsid w:val="003D18A9"/>
    <w:rsid w:val="003D6CE2"/>
    <w:rsid w:val="003E1941"/>
    <w:rsid w:val="003E2FE6"/>
    <w:rsid w:val="003E49D5"/>
    <w:rsid w:val="003F38C0"/>
    <w:rsid w:val="003F3AF5"/>
    <w:rsid w:val="003F52FF"/>
    <w:rsid w:val="00401BAF"/>
    <w:rsid w:val="004057BE"/>
    <w:rsid w:val="00414E3C"/>
    <w:rsid w:val="00415442"/>
    <w:rsid w:val="00421FB3"/>
    <w:rsid w:val="0042244A"/>
    <w:rsid w:val="0042669F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34FB"/>
    <w:rsid w:val="004840FD"/>
    <w:rsid w:val="00490F7D"/>
    <w:rsid w:val="00491678"/>
    <w:rsid w:val="004968E2"/>
    <w:rsid w:val="00497BB2"/>
    <w:rsid w:val="004A3EEA"/>
    <w:rsid w:val="004A4D1F"/>
    <w:rsid w:val="004B5FCD"/>
    <w:rsid w:val="004C5A40"/>
    <w:rsid w:val="004D5282"/>
    <w:rsid w:val="004E57AF"/>
    <w:rsid w:val="004F1551"/>
    <w:rsid w:val="004F55A3"/>
    <w:rsid w:val="00501FEE"/>
    <w:rsid w:val="0050496F"/>
    <w:rsid w:val="00507EF0"/>
    <w:rsid w:val="00511A0D"/>
    <w:rsid w:val="00513B6F"/>
    <w:rsid w:val="00515D32"/>
    <w:rsid w:val="00517C63"/>
    <w:rsid w:val="00524CE6"/>
    <w:rsid w:val="005363C4"/>
    <w:rsid w:val="00536BDE"/>
    <w:rsid w:val="00543ACC"/>
    <w:rsid w:val="00547F29"/>
    <w:rsid w:val="0056696D"/>
    <w:rsid w:val="00571B4C"/>
    <w:rsid w:val="0059484D"/>
    <w:rsid w:val="005A0855"/>
    <w:rsid w:val="005A13B4"/>
    <w:rsid w:val="005A3196"/>
    <w:rsid w:val="005A7981"/>
    <w:rsid w:val="005B0CF5"/>
    <w:rsid w:val="005B1272"/>
    <w:rsid w:val="005B675A"/>
    <w:rsid w:val="005C080F"/>
    <w:rsid w:val="005C0B96"/>
    <w:rsid w:val="005C4EDA"/>
    <w:rsid w:val="005C55E5"/>
    <w:rsid w:val="005C696A"/>
    <w:rsid w:val="005D771B"/>
    <w:rsid w:val="005E041C"/>
    <w:rsid w:val="005E05FD"/>
    <w:rsid w:val="005E079D"/>
    <w:rsid w:val="005E0E3E"/>
    <w:rsid w:val="005E387E"/>
    <w:rsid w:val="005E6E85"/>
    <w:rsid w:val="005F0913"/>
    <w:rsid w:val="005F31D2"/>
    <w:rsid w:val="005F3D14"/>
    <w:rsid w:val="0061029B"/>
    <w:rsid w:val="00613691"/>
    <w:rsid w:val="00617230"/>
    <w:rsid w:val="00621CE1"/>
    <w:rsid w:val="006262CA"/>
    <w:rsid w:val="00627FC9"/>
    <w:rsid w:val="00647FA8"/>
    <w:rsid w:val="00650C5F"/>
    <w:rsid w:val="00654934"/>
    <w:rsid w:val="0065773D"/>
    <w:rsid w:val="006620D9"/>
    <w:rsid w:val="00671958"/>
    <w:rsid w:val="00675843"/>
    <w:rsid w:val="00676775"/>
    <w:rsid w:val="00696477"/>
    <w:rsid w:val="006B71E7"/>
    <w:rsid w:val="006D050F"/>
    <w:rsid w:val="006D6139"/>
    <w:rsid w:val="006E4CC2"/>
    <w:rsid w:val="006E5D65"/>
    <w:rsid w:val="006E5EB0"/>
    <w:rsid w:val="006F1282"/>
    <w:rsid w:val="006F1FBC"/>
    <w:rsid w:val="006F31E2"/>
    <w:rsid w:val="00700B9D"/>
    <w:rsid w:val="0070518D"/>
    <w:rsid w:val="007055EA"/>
    <w:rsid w:val="00706544"/>
    <w:rsid w:val="007072BA"/>
    <w:rsid w:val="00714F2C"/>
    <w:rsid w:val="0071620A"/>
    <w:rsid w:val="00724677"/>
    <w:rsid w:val="00725459"/>
    <w:rsid w:val="00727D34"/>
    <w:rsid w:val="007327BD"/>
    <w:rsid w:val="00734608"/>
    <w:rsid w:val="00745302"/>
    <w:rsid w:val="007461D6"/>
    <w:rsid w:val="00746EC8"/>
    <w:rsid w:val="007542E3"/>
    <w:rsid w:val="00763BF1"/>
    <w:rsid w:val="00766FD4"/>
    <w:rsid w:val="00772352"/>
    <w:rsid w:val="0078168C"/>
    <w:rsid w:val="00787C2A"/>
    <w:rsid w:val="00790E27"/>
    <w:rsid w:val="00793E2D"/>
    <w:rsid w:val="007A4022"/>
    <w:rsid w:val="007A6E6E"/>
    <w:rsid w:val="007A79E1"/>
    <w:rsid w:val="007B026C"/>
    <w:rsid w:val="007C0A17"/>
    <w:rsid w:val="007C3299"/>
    <w:rsid w:val="007C3BCC"/>
    <w:rsid w:val="007C4546"/>
    <w:rsid w:val="007D30A1"/>
    <w:rsid w:val="007D6E56"/>
    <w:rsid w:val="007E5B0C"/>
    <w:rsid w:val="007E63D5"/>
    <w:rsid w:val="007F4155"/>
    <w:rsid w:val="00804565"/>
    <w:rsid w:val="00811023"/>
    <w:rsid w:val="0081554D"/>
    <w:rsid w:val="0081707E"/>
    <w:rsid w:val="008246E2"/>
    <w:rsid w:val="0082609D"/>
    <w:rsid w:val="00827210"/>
    <w:rsid w:val="008279F8"/>
    <w:rsid w:val="00827F88"/>
    <w:rsid w:val="008332C3"/>
    <w:rsid w:val="00835A90"/>
    <w:rsid w:val="008367B8"/>
    <w:rsid w:val="008449B3"/>
    <w:rsid w:val="008539EE"/>
    <w:rsid w:val="0085747A"/>
    <w:rsid w:val="00864356"/>
    <w:rsid w:val="0087770F"/>
    <w:rsid w:val="00884922"/>
    <w:rsid w:val="00885F64"/>
    <w:rsid w:val="0088785F"/>
    <w:rsid w:val="008917F9"/>
    <w:rsid w:val="008A0A7D"/>
    <w:rsid w:val="008A45F7"/>
    <w:rsid w:val="008C0CC0"/>
    <w:rsid w:val="008C19A9"/>
    <w:rsid w:val="008C379D"/>
    <w:rsid w:val="008C5147"/>
    <w:rsid w:val="008C5359"/>
    <w:rsid w:val="008C5363"/>
    <w:rsid w:val="008D2307"/>
    <w:rsid w:val="008D3DFB"/>
    <w:rsid w:val="008E64F4"/>
    <w:rsid w:val="008F12C9"/>
    <w:rsid w:val="008F4249"/>
    <w:rsid w:val="008F46D2"/>
    <w:rsid w:val="008F57E0"/>
    <w:rsid w:val="008F6E29"/>
    <w:rsid w:val="008F7418"/>
    <w:rsid w:val="0090128F"/>
    <w:rsid w:val="00911803"/>
    <w:rsid w:val="00916188"/>
    <w:rsid w:val="00923D7D"/>
    <w:rsid w:val="009310F8"/>
    <w:rsid w:val="00947C53"/>
    <w:rsid w:val="009508DF"/>
    <w:rsid w:val="00950DAC"/>
    <w:rsid w:val="00952CD1"/>
    <w:rsid w:val="00954A07"/>
    <w:rsid w:val="00957DA5"/>
    <w:rsid w:val="00962EA4"/>
    <w:rsid w:val="00983469"/>
    <w:rsid w:val="00997F14"/>
    <w:rsid w:val="009A78D9"/>
    <w:rsid w:val="009B7789"/>
    <w:rsid w:val="009C3E31"/>
    <w:rsid w:val="009C54AE"/>
    <w:rsid w:val="009C788E"/>
    <w:rsid w:val="009D301A"/>
    <w:rsid w:val="009E3B41"/>
    <w:rsid w:val="009F3C5C"/>
    <w:rsid w:val="009F4610"/>
    <w:rsid w:val="009F7D09"/>
    <w:rsid w:val="00A00ECC"/>
    <w:rsid w:val="00A03C2A"/>
    <w:rsid w:val="00A155EE"/>
    <w:rsid w:val="00A16426"/>
    <w:rsid w:val="00A2245B"/>
    <w:rsid w:val="00A239D9"/>
    <w:rsid w:val="00A30110"/>
    <w:rsid w:val="00A322BE"/>
    <w:rsid w:val="00A36899"/>
    <w:rsid w:val="00A371F6"/>
    <w:rsid w:val="00A43BF6"/>
    <w:rsid w:val="00A53FA5"/>
    <w:rsid w:val="00A54817"/>
    <w:rsid w:val="00A56784"/>
    <w:rsid w:val="00A601C8"/>
    <w:rsid w:val="00A60799"/>
    <w:rsid w:val="00A677F9"/>
    <w:rsid w:val="00A84C85"/>
    <w:rsid w:val="00A92E5A"/>
    <w:rsid w:val="00A97DE1"/>
    <w:rsid w:val="00AB053C"/>
    <w:rsid w:val="00AD1146"/>
    <w:rsid w:val="00AD27D3"/>
    <w:rsid w:val="00AD66D6"/>
    <w:rsid w:val="00AE1160"/>
    <w:rsid w:val="00AE203C"/>
    <w:rsid w:val="00AE2E74"/>
    <w:rsid w:val="00AE33F3"/>
    <w:rsid w:val="00AE5FCB"/>
    <w:rsid w:val="00AF1420"/>
    <w:rsid w:val="00AF2C1E"/>
    <w:rsid w:val="00AF4738"/>
    <w:rsid w:val="00B06142"/>
    <w:rsid w:val="00B117DF"/>
    <w:rsid w:val="00B135B1"/>
    <w:rsid w:val="00B3130B"/>
    <w:rsid w:val="00B32CF2"/>
    <w:rsid w:val="00B40ADB"/>
    <w:rsid w:val="00B43B77"/>
    <w:rsid w:val="00B43E80"/>
    <w:rsid w:val="00B47C65"/>
    <w:rsid w:val="00B50CAD"/>
    <w:rsid w:val="00B50D95"/>
    <w:rsid w:val="00B57213"/>
    <w:rsid w:val="00B57FAC"/>
    <w:rsid w:val="00B607DB"/>
    <w:rsid w:val="00B66529"/>
    <w:rsid w:val="00B75946"/>
    <w:rsid w:val="00B8056E"/>
    <w:rsid w:val="00B819C8"/>
    <w:rsid w:val="00B82308"/>
    <w:rsid w:val="00B846DC"/>
    <w:rsid w:val="00B90885"/>
    <w:rsid w:val="00B94BC3"/>
    <w:rsid w:val="00B9569A"/>
    <w:rsid w:val="00BB520A"/>
    <w:rsid w:val="00BC3466"/>
    <w:rsid w:val="00BD3869"/>
    <w:rsid w:val="00BD66E9"/>
    <w:rsid w:val="00BD6FF4"/>
    <w:rsid w:val="00BE75C6"/>
    <w:rsid w:val="00BF2C41"/>
    <w:rsid w:val="00C058B4"/>
    <w:rsid w:val="00C05F44"/>
    <w:rsid w:val="00C0723C"/>
    <w:rsid w:val="00C131B5"/>
    <w:rsid w:val="00C16ABF"/>
    <w:rsid w:val="00C170AE"/>
    <w:rsid w:val="00C2169A"/>
    <w:rsid w:val="00C26CB7"/>
    <w:rsid w:val="00C324C1"/>
    <w:rsid w:val="00C36992"/>
    <w:rsid w:val="00C56036"/>
    <w:rsid w:val="00C61DC5"/>
    <w:rsid w:val="00C670F6"/>
    <w:rsid w:val="00C67C36"/>
    <w:rsid w:val="00C67E92"/>
    <w:rsid w:val="00C70A26"/>
    <w:rsid w:val="00C71AF4"/>
    <w:rsid w:val="00C766DF"/>
    <w:rsid w:val="00C94B98"/>
    <w:rsid w:val="00CA2B96"/>
    <w:rsid w:val="00CA5089"/>
    <w:rsid w:val="00CC525D"/>
    <w:rsid w:val="00CC7463"/>
    <w:rsid w:val="00CD6897"/>
    <w:rsid w:val="00CE5BAC"/>
    <w:rsid w:val="00CF25BE"/>
    <w:rsid w:val="00CF4892"/>
    <w:rsid w:val="00CF78ED"/>
    <w:rsid w:val="00D02B25"/>
    <w:rsid w:val="00D02EBA"/>
    <w:rsid w:val="00D04844"/>
    <w:rsid w:val="00D171B8"/>
    <w:rsid w:val="00D17C3C"/>
    <w:rsid w:val="00D22CC7"/>
    <w:rsid w:val="00D256A7"/>
    <w:rsid w:val="00D25C35"/>
    <w:rsid w:val="00D26B2C"/>
    <w:rsid w:val="00D352C9"/>
    <w:rsid w:val="00D35DDD"/>
    <w:rsid w:val="00D425B2"/>
    <w:rsid w:val="00D428D6"/>
    <w:rsid w:val="00D4347D"/>
    <w:rsid w:val="00D552B2"/>
    <w:rsid w:val="00D608D1"/>
    <w:rsid w:val="00D661EE"/>
    <w:rsid w:val="00D74119"/>
    <w:rsid w:val="00D8075B"/>
    <w:rsid w:val="00D8678B"/>
    <w:rsid w:val="00D94E95"/>
    <w:rsid w:val="00DA2114"/>
    <w:rsid w:val="00DD5B0E"/>
    <w:rsid w:val="00DE09C0"/>
    <w:rsid w:val="00DE1049"/>
    <w:rsid w:val="00DE4A14"/>
    <w:rsid w:val="00DE667E"/>
    <w:rsid w:val="00DF320D"/>
    <w:rsid w:val="00DF71C8"/>
    <w:rsid w:val="00E0265C"/>
    <w:rsid w:val="00E050C2"/>
    <w:rsid w:val="00E129B8"/>
    <w:rsid w:val="00E21E7D"/>
    <w:rsid w:val="00E22FBC"/>
    <w:rsid w:val="00E24BF5"/>
    <w:rsid w:val="00E25338"/>
    <w:rsid w:val="00E34A38"/>
    <w:rsid w:val="00E44543"/>
    <w:rsid w:val="00E51E44"/>
    <w:rsid w:val="00E5338C"/>
    <w:rsid w:val="00E61D36"/>
    <w:rsid w:val="00E63348"/>
    <w:rsid w:val="00E644E8"/>
    <w:rsid w:val="00E6567A"/>
    <w:rsid w:val="00E77E88"/>
    <w:rsid w:val="00E8107D"/>
    <w:rsid w:val="00E8351F"/>
    <w:rsid w:val="00E960BB"/>
    <w:rsid w:val="00EA2074"/>
    <w:rsid w:val="00EA4832"/>
    <w:rsid w:val="00EA4E9D"/>
    <w:rsid w:val="00EC4899"/>
    <w:rsid w:val="00ED03AB"/>
    <w:rsid w:val="00ED0422"/>
    <w:rsid w:val="00ED32D2"/>
    <w:rsid w:val="00EE32DE"/>
    <w:rsid w:val="00EE5457"/>
    <w:rsid w:val="00EF4E4C"/>
    <w:rsid w:val="00F070AB"/>
    <w:rsid w:val="00F17567"/>
    <w:rsid w:val="00F27A7B"/>
    <w:rsid w:val="00F333B6"/>
    <w:rsid w:val="00F42F11"/>
    <w:rsid w:val="00F526AF"/>
    <w:rsid w:val="00F617C3"/>
    <w:rsid w:val="00F66647"/>
    <w:rsid w:val="00F7066B"/>
    <w:rsid w:val="00F706E2"/>
    <w:rsid w:val="00F72DD5"/>
    <w:rsid w:val="00F83B28"/>
    <w:rsid w:val="00FA46E5"/>
    <w:rsid w:val="00FB41EB"/>
    <w:rsid w:val="00FB7DBA"/>
    <w:rsid w:val="00FC1C25"/>
    <w:rsid w:val="00FC3F45"/>
    <w:rsid w:val="00FC8EB9"/>
    <w:rsid w:val="00FD503F"/>
    <w:rsid w:val="00FD5965"/>
    <w:rsid w:val="00FD7589"/>
    <w:rsid w:val="00FE6784"/>
    <w:rsid w:val="00FF016A"/>
    <w:rsid w:val="00FF1401"/>
    <w:rsid w:val="00FF5172"/>
    <w:rsid w:val="00FF5E7D"/>
    <w:rsid w:val="090AB57E"/>
    <w:rsid w:val="0DE0F6B0"/>
    <w:rsid w:val="0EBB0F46"/>
    <w:rsid w:val="0F7CC711"/>
    <w:rsid w:val="11391472"/>
    <w:rsid w:val="115B9D26"/>
    <w:rsid w:val="13A59F0D"/>
    <w:rsid w:val="175F850D"/>
    <w:rsid w:val="1BE98879"/>
    <w:rsid w:val="2540F694"/>
    <w:rsid w:val="2E4C7314"/>
    <w:rsid w:val="2F416F37"/>
    <w:rsid w:val="342AE5C1"/>
    <w:rsid w:val="3A567C5C"/>
    <w:rsid w:val="3A68C4D5"/>
    <w:rsid w:val="3EFE45F6"/>
    <w:rsid w:val="4224628F"/>
    <w:rsid w:val="42B105D5"/>
    <w:rsid w:val="43B12A85"/>
    <w:rsid w:val="4AA33DAC"/>
    <w:rsid w:val="4DC8AF2B"/>
    <w:rsid w:val="52996AEB"/>
    <w:rsid w:val="5CBC0335"/>
    <w:rsid w:val="7018410C"/>
    <w:rsid w:val="79209BC9"/>
    <w:rsid w:val="79D2F992"/>
    <w:rsid w:val="7E63D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EDE601"/>
  <w15:docId w15:val="{F27435F1-5A4E-4179-953E-D9D6EA04E5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Pogrubienie">
    <w:name w:val="Strong"/>
    <w:uiPriority w:val="22"/>
    <w:qFormat/>
    <w:rsid w:val="009F7D09"/>
    <w:rPr>
      <w:b/>
      <w:bCs/>
    </w:rPr>
  </w:style>
  <w:style w:type="paragraph" w:customStyle="1" w:styleId="TableParagraph">
    <w:name w:val="Table Paragraph"/>
    <w:basedOn w:val="Normalny"/>
    <w:uiPriority w:val="1"/>
    <w:qFormat/>
    <w:rsid w:val="00BE75C6"/>
    <w:pPr>
      <w:widowControl w:val="0"/>
      <w:autoSpaceDE w:val="0"/>
      <w:autoSpaceDN w:val="0"/>
      <w:spacing w:after="0" w:line="240" w:lineRule="auto"/>
      <w:ind w:left="107"/>
    </w:pPr>
    <w:rPr>
      <w:rFonts w:ascii="Corbel" w:eastAsia="Corbel" w:hAnsi="Corbel" w:cs="Corbe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8743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3AF393-80D0-45C3-A865-47D4D79AE5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11</TotalTime>
  <Pages>1</Pages>
  <Words>1346</Words>
  <Characters>8079</Characters>
  <Application>Microsoft Office Word</Application>
  <DocSecurity>0</DocSecurity>
  <Lines>67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Alicja Mendocha</cp:lastModifiedBy>
  <cp:revision>6</cp:revision>
  <cp:lastPrinted>2025-10-21T11:09:00Z</cp:lastPrinted>
  <dcterms:created xsi:type="dcterms:W3CDTF">2025-09-18T23:27:00Z</dcterms:created>
  <dcterms:modified xsi:type="dcterms:W3CDTF">2025-10-21T11:10:00Z</dcterms:modified>
</cp:coreProperties>
</file>